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5DAEB" w14:textId="77777777" w:rsidR="00F1480E" w:rsidRPr="00DC0203" w:rsidRDefault="00F1480E" w:rsidP="007B60D1">
      <w:r w:rsidRPr="00DC0203">
        <w:t>Modification history</w:t>
      </w:r>
    </w:p>
    <w:tbl>
      <w:tblPr>
        <w:tblStyle w:val="TableGrid"/>
        <w:tblW w:w="0" w:type="auto"/>
        <w:tblLook w:val="04A0" w:firstRow="1" w:lastRow="0" w:firstColumn="1" w:lastColumn="0" w:noHBand="0" w:noVBand="1"/>
      </w:tblPr>
      <w:tblGrid>
        <w:gridCol w:w="2689"/>
        <w:gridCol w:w="6939"/>
      </w:tblGrid>
      <w:tr w:rsidR="00F1480E" w:rsidRPr="00DC0203" w14:paraId="11A35EBA" w14:textId="77777777" w:rsidTr="00CA2922">
        <w:trPr>
          <w:tblHeader/>
        </w:trPr>
        <w:tc>
          <w:tcPr>
            <w:tcW w:w="2689" w:type="dxa"/>
          </w:tcPr>
          <w:p w14:paraId="1ACC5FAF" w14:textId="77777777" w:rsidR="00F1480E" w:rsidRPr="00DC0203" w:rsidRDefault="00830267" w:rsidP="00CA2922">
            <w:pPr>
              <w:pStyle w:val="SIText-Bold"/>
              <w:rPr>
                <w:rFonts w:cs="Arial"/>
              </w:rPr>
            </w:pPr>
            <w:r w:rsidRPr="00DC0203">
              <w:rPr>
                <w:rFonts w:cs="Arial"/>
              </w:rPr>
              <w:t>Release</w:t>
            </w:r>
          </w:p>
        </w:tc>
        <w:tc>
          <w:tcPr>
            <w:tcW w:w="6939" w:type="dxa"/>
          </w:tcPr>
          <w:p w14:paraId="2D7F8F26" w14:textId="77777777" w:rsidR="00F1480E" w:rsidRPr="00DC0203" w:rsidRDefault="00830267" w:rsidP="00CA2922">
            <w:pPr>
              <w:pStyle w:val="SIText-Bold"/>
              <w:rPr>
                <w:rFonts w:cs="Arial"/>
              </w:rPr>
            </w:pPr>
            <w:r w:rsidRPr="00DC0203">
              <w:rPr>
                <w:rFonts w:cs="Arial"/>
              </w:rPr>
              <w:t>Comments</w:t>
            </w:r>
          </w:p>
        </w:tc>
      </w:tr>
      <w:tr w:rsidR="00F1480E" w:rsidRPr="00DC0203" w14:paraId="0A512673" w14:textId="77777777" w:rsidTr="00CA2922">
        <w:tc>
          <w:tcPr>
            <w:tcW w:w="2689" w:type="dxa"/>
          </w:tcPr>
          <w:p w14:paraId="4375C8B5" w14:textId="77777777" w:rsidR="00F1480E" w:rsidRPr="00DC0203" w:rsidRDefault="00F1480E" w:rsidP="00CC451E">
            <w:pPr>
              <w:pStyle w:val="SIText"/>
              <w:rPr>
                <w:rFonts w:cs="Arial"/>
              </w:rPr>
            </w:pPr>
            <w:r w:rsidRPr="00DC0203">
              <w:rPr>
                <w:rFonts w:cs="Arial"/>
              </w:rPr>
              <w:t>Release</w:t>
            </w:r>
            <w:r w:rsidR="00D23313" w:rsidRPr="00DC0203">
              <w:rPr>
                <w:rFonts w:cs="Arial"/>
              </w:rPr>
              <w:t xml:space="preserve"> 1</w:t>
            </w:r>
          </w:p>
        </w:tc>
        <w:tc>
          <w:tcPr>
            <w:tcW w:w="6939" w:type="dxa"/>
          </w:tcPr>
          <w:p w14:paraId="18A19801" w14:textId="4F4496C0" w:rsidR="00F1480E" w:rsidRPr="00DC0203" w:rsidRDefault="00F1480E" w:rsidP="00CC451E">
            <w:pPr>
              <w:pStyle w:val="SIText"/>
              <w:rPr>
                <w:rFonts w:cs="Arial"/>
              </w:rPr>
            </w:pPr>
            <w:r w:rsidRPr="00DC0203">
              <w:rPr>
                <w:rFonts w:cs="Arial"/>
              </w:rPr>
              <w:t xml:space="preserve">This version released with </w:t>
            </w:r>
            <w:r w:rsidR="00C04C6B">
              <w:rPr>
                <w:rFonts w:cs="Arial"/>
              </w:rPr>
              <w:t xml:space="preserve">the </w:t>
            </w:r>
            <w:r w:rsidR="00D23313" w:rsidRPr="00DC0203">
              <w:rPr>
                <w:rFonts w:cs="Arial"/>
              </w:rPr>
              <w:t>ACM Animal Care and Management</w:t>
            </w:r>
            <w:r w:rsidR="00DC0203">
              <w:rPr>
                <w:rFonts w:cs="Arial"/>
              </w:rPr>
              <w:t xml:space="preserve"> Training Package V</w:t>
            </w:r>
            <w:r w:rsidR="002D7CFF">
              <w:rPr>
                <w:rFonts w:cs="Arial"/>
              </w:rPr>
              <w:t>ersion</w:t>
            </w:r>
            <w:r w:rsidR="00DC0203">
              <w:rPr>
                <w:rFonts w:cs="Arial"/>
              </w:rPr>
              <w:t xml:space="preserve"> 1.0</w:t>
            </w:r>
            <w:r w:rsidR="00ED7B40">
              <w:rPr>
                <w:rFonts w:cs="Arial"/>
              </w:rPr>
              <w:t>.</w:t>
            </w:r>
            <w:bookmarkStart w:id="0" w:name="_GoBack"/>
            <w:bookmarkEnd w:id="0"/>
          </w:p>
        </w:tc>
      </w:tr>
    </w:tbl>
    <w:p w14:paraId="663CB336" w14:textId="77777777" w:rsidR="00F1480E" w:rsidRPr="00DC0203"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4A07AB" w:rsidRPr="00DC0203" w14:paraId="17D8BAB4" w14:textId="77777777" w:rsidTr="00CA2922">
        <w:trPr>
          <w:tblHeader/>
        </w:trPr>
        <w:tc>
          <w:tcPr>
            <w:tcW w:w="1396" w:type="pct"/>
            <w:shd w:val="clear" w:color="auto" w:fill="auto"/>
          </w:tcPr>
          <w:p w14:paraId="41B4099D" w14:textId="77777777" w:rsidR="004A07AB" w:rsidRPr="00DC0203" w:rsidRDefault="004A07AB" w:rsidP="007B60D1">
            <w:pPr>
              <w:pStyle w:val="SIUNITCODE"/>
            </w:pPr>
            <w:r w:rsidRPr="00DC0203">
              <w:t>ACMCAS306</w:t>
            </w:r>
          </w:p>
        </w:tc>
        <w:tc>
          <w:tcPr>
            <w:tcW w:w="3604" w:type="pct"/>
            <w:shd w:val="clear" w:color="auto" w:fill="auto"/>
          </w:tcPr>
          <w:p w14:paraId="32E1B490" w14:textId="77777777" w:rsidR="004A07AB" w:rsidRPr="00DC0203" w:rsidRDefault="004A07AB" w:rsidP="007B60D1">
            <w:pPr>
              <w:pStyle w:val="SIUnittitle"/>
            </w:pPr>
            <w:r w:rsidRPr="00DC0203">
              <w:t>Provide grooming services for companion animal comfort</w:t>
            </w:r>
          </w:p>
        </w:tc>
      </w:tr>
      <w:tr w:rsidR="00F1480E" w:rsidRPr="00DC0203" w14:paraId="5DB1E04E" w14:textId="77777777" w:rsidTr="00CA2922">
        <w:tc>
          <w:tcPr>
            <w:tcW w:w="1396" w:type="pct"/>
            <w:shd w:val="clear" w:color="auto" w:fill="auto"/>
          </w:tcPr>
          <w:p w14:paraId="707F3C51" w14:textId="77777777" w:rsidR="00F1480E" w:rsidRPr="00DC0203" w:rsidRDefault="00FD557D" w:rsidP="00FD557D">
            <w:pPr>
              <w:pStyle w:val="SIHeading2"/>
              <w:rPr>
                <w:rFonts w:cs="Arial"/>
              </w:rPr>
            </w:pPr>
            <w:r w:rsidRPr="00DC0203">
              <w:rPr>
                <w:rFonts w:cs="Arial"/>
              </w:rPr>
              <w:t>Application</w:t>
            </w:r>
          </w:p>
          <w:p w14:paraId="5C39E0B7" w14:textId="77777777" w:rsidR="00FD557D" w:rsidRPr="00DC0203" w:rsidRDefault="00FD557D" w:rsidP="00FD557D">
            <w:pPr>
              <w:pStyle w:val="SIHeading2"/>
              <w:rPr>
                <w:rFonts w:cs="Arial"/>
              </w:rPr>
            </w:pPr>
          </w:p>
        </w:tc>
        <w:tc>
          <w:tcPr>
            <w:tcW w:w="3604" w:type="pct"/>
            <w:shd w:val="clear" w:color="auto" w:fill="auto"/>
          </w:tcPr>
          <w:p w14:paraId="336EBEE6" w14:textId="77777777" w:rsidR="004A07AB" w:rsidRDefault="004A07AB" w:rsidP="007B60D1">
            <w:pPr>
              <w:pStyle w:val="SIText"/>
            </w:pPr>
            <w:r w:rsidRPr="00DC0203">
              <w:t>This unit of competency describes the skills and knowledge required to provide animal grooming services for companion animals</w:t>
            </w:r>
            <w:r w:rsidR="00DC0203">
              <w:t>. It addresses the requirements</w:t>
            </w:r>
            <w:r w:rsidRPr="00DC0203">
              <w:t xml:space="preserve"> to maintain and restore animal comfort within an established grooming environment.</w:t>
            </w:r>
          </w:p>
          <w:p w14:paraId="3A9E3F0B" w14:textId="77777777" w:rsidR="007B60D1" w:rsidRPr="00DC0203" w:rsidRDefault="007B60D1" w:rsidP="007B60D1">
            <w:pPr>
              <w:pStyle w:val="SIText"/>
            </w:pPr>
          </w:p>
          <w:p w14:paraId="63E55964" w14:textId="7C94BCF8" w:rsidR="00DC0203" w:rsidRDefault="004A07AB" w:rsidP="007B60D1">
            <w:pPr>
              <w:pStyle w:val="SIText"/>
            </w:pPr>
            <w:r w:rsidRPr="00DC0203">
              <w:t xml:space="preserve">This unit is applicable to </w:t>
            </w:r>
            <w:r w:rsidR="00DC0203" w:rsidRPr="00DC0203">
              <w:t>i</w:t>
            </w:r>
            <w:r w:rsidR="00DC0203">
              <w:t>ndividuals who work</w:t>
            </w:r>
            <w:r w:rsidRPr="00DC0203">
              <w:t xml:space="preserve"> in the companion animal industry sector where grooming services are provided under supervision.</w:t>
            </w:r>
            <w:r w:rsidR="00DC0203">
              <w:t xml:space="preserve"> </w:t>
            </w:r>
            <w:r w:rsidR="00DC0203" w:rsidRPr="00DC0203">
              <w:t>The individual is required to exhibit appropriate care for animals so that stress and discomfort is minimised</w:t>
            </w:r>
            <w:r w:rsidR="00C04C6B">
              <w:t>.</w:t>
            </w:r>
            <w:r w:rsidR="00DC0203" w:rsidRPr="00DC0203">
              <w:t xml:space="preserve"> This unit applies to individuals who take responsibility for </w:t>
            </w:r>
            <w:r w:rsidR="00C04C6B">
              <w:t xml:space="preserve">their </w:t>
            </w:r>
            <w:r w:rsidR="00DC0203" w:rsidRPr="00DC0203">
              <w:t>own work and for the quality of the work of others. They use discretion and judgement in the selection, allocation and use of available resources.</w:t>
            </w:r>
          </w:p>
          <w:p w14:paraId="70A34DB5" w14:textId="77777777" w:rsidR="007B60D1" w:rsidRPr="00DC0203" w:rsidRDefault="007B60D1" w:rsidP="007B60D1">
            <w:pPr>
              <w:pStyle w:val="SIText"/>
            </w:pPr>
          </w:p>
          <w:p w14:paraId="6550CB42" w14:textId="77777777" w:rsidR="00F1480E" w:rsidRDefault="004A07AB" w:rsidP="007B60D1">
            <w:pPr>
              <w:pStyle w:val="SIText"/>
            </w:pPr>
            <w:r w:rsidRPr="00DC0203">
              <w:t>No occupational licensing, legislative or certification requirements are known to apply to this unit at the time of publication.</w:t>
            </w:r>
          </w:p>
          <w:p w14:paraId="2CBFEABF" w14:textId="77777777" w:rsidR="00ED6DFB" w:rsidRDefault="00ED6DFB" w:rsidP="007B60D1">
            <w:pPr>
              <w:pStyle w:val="SIText"/>
            </w:pPr>
          </w:p>
          <w:p w14:paraId="43E906AC" w14:textId="3F5096E7" w:rsidR="00ED6DFB" w:rsidRPr="00ED6DFB" w:rsidRDefault="00ED6DFB" w:rsidP="00ED6DFB">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DC0203" w14:paraId="1DCB4BE3" w14:textId="77777777" w:rsidTr="00CA2922">
        <w:tc>
          <w:tcPr>
            <w:tcW w:w="1396" w:type="pct"/>
            <w:shd w:val="clear" w:color="auto" w:fill="auto"/>
          </w:tcPr>
          <w:p w14:paraId="0BF6F8CA" w14:textId="77777777" w:rsidR="00F1480E" w:rsidRPr="00DC0203" w:rsidRDefault="00FD557D" w:rsidP="00FD557D">
            <w:pPr>
              <w:pStyle w:val="SIHeading2"/>
              <w:rPr>
                <w:rFonts w:cs="Arial"/>
              </w:rPr>
            </w:pPr>
            <w:r w:rsidRPr="00DC0203">
              <w:rPr>
                <w:rFonts w:cs="Arial"/>
              </w:rPr>
              <w:t>Prerequisite Unit</w:t>
            </w:r>
          </w:p>
        </w:tc>
        <w:tc>
          <w:tcPr>
            <w:tcW w:w="3604" w:type="pct"/>
            <w:shd w:val="clear" w:color="auto" w:fill="auto"/>
          </w:tcPr>
          <w:p w14:paraId="1CB318CE" w14:textId="77777777" w:rsidR="00F1480E" w:rsidRPr="00DC0203" w:rsidRDefault="00F1480E" w:rsidP="008908DE">
            <w:pPr>
              <w:pStyle w:val="SIText"/>
              <w:rPr>
                <w:rFonts w:cs="Arial"/>
              </w:rPr>
            </w:pPr>
            <w:r w:rsidRPr="00DC0203">
              <w:rPr>
                <w:rFonts w:cs="Arial"/>
              </w:rPr>
              <w:t>Nil</w:t>
            </w:r>
          </w:p>
        </w:tc>
      </w:tr>
      <w:tr w:rsidR="00F1480E" w:rsidRPr="00DC0203" w14:paraId="0266C36D" w14:textId="77777777" w:rsidTr="00CA2922">
        <w:tc>
          <w:tcPr>
            <w:tcW w:w="1396" w:type="pct"/>
            <w:shd w:val="clear" w:color="auto" w:fill="auto"/>
          </w:tcPr>
          <w:p w14:paraId="1B2B0E05" w14:textId="77777777" w:rsidR="00F1480E" w:rsidRPr="00DC0203" w:rsidRDefault="00FD557D" w:rsidP="00FD557D">
            <w:pPr>
              <w:pStyle w:val="SIHeading2"/>
              <w:rPr>
                <w:rFonts w:cs="Arial"/>
              </w:rPr>
            </w:pPr>
            <w:r w:rsidRPr="00DC0203">
              <w:rPr>
                <w:rFonts w:cs="Arial"/>
              </w:rPr>
              <w:t>Unit Sector</w:t>
            </w:r>
          </w:p>
        </w:tc>
        <w:tc>
          <w:tcPr>
            <w:tcW w:w="3604" w:type="pct"/>
            <w:shd w:val="clear" w:color="auto" w:fill="auto"/>
          </w:tcPr>
          <w:p w14:paraId="5DC5A564" w14:textId="77777777" w:rsidR="00F1480E" w:rsidRPr="00DC0203" w:rsidRDefault="00E84DEE" w:rsidP="00E84DEE">
            <w:pPr>
              <w:pStyle w:val="SIText"/>
              <w:rPr>
                <w:rFonts w:cs="Arial"/>
              </w:rPr>
            </w:pPr>
            <w:r w:rsidRPr="00DC0203">
              <w:rPr>
                <w:rFonts w:cs="Arial"/>
              </w:rPr>
              <w:t>Companion Animal Sector (CAS)</w:t>
            </w:r>
          </w:p>
        </w:tc>
      </w:tr>
    </w:tbl>
    <w:p w14:paraId="3B63D4C3" w14:textId="77777777" w:rsidR="00F1480E" w:rsidRPr="00DC0203"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DC0203" w14:paraId="2B479DBA" w14:textId="77777777" w:rsidTr="00CA2922">
        <w:trPr>
          <w:cantSplit/>
          <w:tblHeader/>
        </w:trPr>
        <w:tc>
          <w:tcPr>
            <w:tcW w:w="1396" w:type="pct"/>
            <w:tcBorders>
              <w:bottom w:val="single" w:sz="4" w:space="0" w:color="C0C0C0"/>
            </w:tcBorders>
            <w:shd w:val="clear" w:color="auto" w:fill="auto"/>
          </w:tcPr>
          <w:p w14:paraId="7FE5FE1A" w14:textId="77777777" w:rsidR="00F1480E" w:rsidRPr="00DC0203" w:rsidRDefault="00FD557D" w:rsidP="00FD557D">
            <w:pPr>
              <w:pStyle w:val="SIHeading2"/>
              <w:rPr>
                <w:rFonts w:cs="Arial"/>
              </w:rPr>
            </w:pPr>
            <w:r w:rsidRPr="00DC0203">
              <w:rPr>
                <w:rFonts w:cs="Arial"/>
              </w:rPr>
              <w:t>Elements</w:t>
            </w:r>
          </w:p>
        </w:tc>
        <w:tc>
          <w:tcPr>
            <w:tcW w:w="3604" w:type="pct"/>
            <w:tcBorders>
              <w:bottom w:val="single" w:sz="4" w:space="0" w:color="C0C0C0"/>
            </w:tcBorders>
            <w:shd w:val="clear" w:color="auto" w:fill="auto"/>
          </w:tcPr>
          <w:p w14:paraId="3552244E" w14:textId="77777777" w:rsidR="00F1480E" w:rsidRPr="00DC0203" w:rsidRDefault="00FD557D" w:rsidP="00FD557D">
            <w:pPr>
              <w:pStyle w:val="SIHeading2"/>
              <w:rPr>
                <w:rFonts w:cs="Arial"/>
              </w:rPr>
            </w:pPr>
            <w:r w:rsidRPr="00DC0203">
              <w:rPr>
                <w:rFonts w:cs="Arial"/>
              </w:rPr>
              <w:t>Performance Criteria</w:t>
            </w:r>
          </w:p>
        </w:tc>
      </w:tr>
      <w:tr w:rsidR="00F1480E" w:rsidRPr="00DC0203" w14:paraId="09739957" w14:textId="77777777" w:rsidTr="00CA2922">
        <w:trPr>
          <w:cantSplit/>
          <w:tblHeader/>
        </w:trPr>
        <w:tc>
          <w:tcPr>
            <w:tcW w:w="1396" w:type="pct"/>
            <w:tcBorders>
              <w:top w:val="single" w:sz="4" w:space="0" w:color="C0C0C0"/>
            </w:tcBorders>
            <w:shd w:val="clear" w:color="auto" w:fill="auto"/>
          </w:tcPr>
          <w:p w14:paraId="757AB6CB" w14:textId="77777777" w:rsidR="00F1480E" w:rsidRPr="00DC0203" w:rsidRDefault="00F1480E" w:rsidP="00CA2922">
            <w:pPr>
              <w:pStyle w:val="SIText"/>
              <w:rPr>
                <w:rStyle w:val="SIText-Italic"/>
                <w:rFonts w:cs="Arial"/>
              </w:rPr>
            </w:pPr>
            <w:r w:rsidRPr="00DC0203">
              <w:rPr>
                <w:rStyle w:val="SIText-Italic"/>
                <w:rFonts w:cs="Arial"/>
              </w:rPr>
              <w:t>Elements describe the essential outcomes.</w:t>
            </w:r>
          </w:p>
        </w:tc>
        <w:tc>
          <w:tcPr>
            <w:tcW w:w="3604" w:type="pct"/>
            <w:tcBorders>
              <w:top w:val="single" w:sz="4" w:space="0" w:color="C0C0C0"/>
            </w:tcBorders>
            <w:shd w:val="clear" w:color="auto" w:fill="auto"/>
          </w:tcPr>
          <w:p w14:paraId="7FC37BDC" w14:textId="77777777" w:rsidR="00F1480E" w:rsidRPr="00DC0203" w:rsidRDefault="00F1480E" w:rsidP="00CA2922">
            <w:pPr>
              <w:pStyle w:val="SIText"/>
              <w:rPr>
                <w:rStyle w:val="SIText-Italic"/>
                <w:rFonts w:cs="Arial"/>
              </w:rPr>
            </w:pPr>
            <w:r w:rsidRPr="00DC0203">
              <w:rPr>
                <w:rStyle w:val="SIText-Italic"/>
                <w:rFonts w:cs="Arial"/>
              </w:rPr>
              <w:t>Performance criteria describe the performance needed to demonstrate achievement of the element.</w:t>
            </w:r>
          </w:p>
        </w:tc>
      </w:tr>
      <w:tr w:rsidR="004A07AB" w:rsidRPr="00DC0203" w14:paraId="350480DC" w14:textId="77777777" w:rsidTr="00CA2922">
        <w:trPr>
          <w:cantSplit/>
        </w:trPr>
        <w:tc>
          <w:tcPr>
            <w:tcW w:w="1396" w:type="pct"/>
            <w:shd w:val="clear" w:color="auto" w:fill="auto"/>
          </w:tcPr>
          <w:p w14:paraId="32CE602B" w14:textId="77777777" w:rsidR="004A07AB" w:rsidRPr="00DC0203" w:rsidRDefault="0027562D" w:rsidP="007B60D1">
            <w:pPr>
              <w:pStyle w:val="SIText"/>
            </w:pPr>
            <w:r>
              <w:t xml:space="preserve">1. </w:t>
            </w:r>
            <w:r w:rsidR="004A07AB" w:rsidRPr="00DC0203">
              <w:t>Establish client requirements</w:t>
            </w:r>
          </w:p>
        </w:tc>
        <w:tc>
          <w:tcPr>
            <w:tcW w:w="3604" w:type="pct"/>
            <w:shd w:val="clear" w:color="auto" w:fill="auto"/>
          </w:tcPr>
          <w:p w14:paraId="324C28FD" w14:textId="77777777" w:rsidR="004A07AB" w:rsidRPr="00DC0203" w:rsidRDefault="000F1764" w:rsidP="007B60D1">
            <w:pPr>
              <w:pStyle w:val="SIText"/>
            </w:pPr>
            <w:r>
              <w:t xml:space="preserve">1.1 </w:t>
            </w:r>
            <w:r w:rsidR="004A07AB" w:rsidRPr="00DC0203">
              <w:t>Identify breed type grooming characteristics</w:t>
            </w:r>
          </w:p>
          <w:p w14:paraId="2ECD43CF" w14:textId="77777777" w:rsidR="004A07AB" w:rsidRPr="00DC0203" w:rsidRDefault="000F1764" w:rsidP="007B60D1">
            <w:pPr>
              <w:pStyle w:val="SIText"/>
            </w:pPr>
            <w:r>
              <w:t xml:space="preserve">1.2 </w:t>
            </w:r>
            <w:r w:rsidR="004A07AB" w:rsidRPr="00DC0203">
              <w:t>Establish animal profile</w:t>
            </w:r>
          </w:p>
          <w:p w14:paraId="13AF2422" w14:textId="77777777" w:rsidR="000F1764" w:rsidRPr="000F1764" w:rsidRDefault="000F1764" w:rsidP="007B60D1">
            <w:pPr>
              <w:pStyle w:val="SIText"/>
            </w:pPr>
            <w:r>
              <w:t xml:space="preserve">1.3 </w:t>
            </w:r>
            <w:r w:rsidR="004A07AB" w:rsidRPr="00DC0203">
              <w:t>Evaluate animal condition</w:t>
            </w:r>
          </w:p>
          <w:p w14:paraId="4109EE37" w14:textId="77777777" w:rsidR="004A07AB" w:rsidRPr="00DC0203" w:rsidRDefault="000F1764" w:rsidP="007B60D1">
            <w:pPr>
              <w:pStyle w:val="SIText"/>
            </w:pPr>
            <w:r>
              <w:t xml:space="preserve">1.4 </w:t>
            </w:r>
            <w:r w:rsidR="004A07AB" w:rsidRPr="00DC0203">
              <w:t>Establish owner's desired outcome</w:t>
            </w:r>
          </w:p>
        </w:tc>
      </w:tr>
      <w:tr w:rsidR="004A07AB" w:rsidRPr="00DC0203" w14:paraId="659966C6" w14:textId="77777777" w:rsidTr="00CA2922">
        <w:trPr>
          <w:cantSplit/>
        </w:trPr>
        <w:tc>
          <w:tcPr>
            <w:tcW w:w="1396" w:type="pct"/>
            <w:shd w:val="clear" w:color="auto" w:fill="auto"/>
          </w:tcPr>
          <w:p w14:paraId="08D03957" w14:textId="77777777" w:rsidR="004A07AB" w:rsidRPr="00DC0203" w:rsidRDefault="0027562D" w:rsidP="007B60D1">
            <w:pPr>
              <w:pStyle w:val="SIText"/>
            </w:pPr>
            <w:r>
              <w:t xml:space="preserve">2. </w:t>
            </w:r>
            <w:r w:rsidR="004A07AB" w:rsidRPr="00DC0203">
              <w:t>Plan grooming routine</w:t>
            </w:r>
          </w:p>
        </w:tc>
        <w:tc>
          <w:tcPr>
            <w:tcW w:w="3604" w:type="pct"/>
            <w:shd w:val="clear" w:color="auto" w:fill="auto"/>
          </w:tcPr>
          <w:p w14:paraId="373461AC" w14:textId="00B2397D" w:rsidR="004A07AB" w:rsidRPr="00DC0203" w:rsidRDefault="000F1764" w:rsidP="007B60D1">
            <w:pPr>
              <w:pStyle w:val="SIText"/>
            </w:pPr>
            <w:r>
              <w:t xml:space="preserve">2.1 </w:t>
            </w:r>
            <w:r w:rsidR="004A07AB" w:rsidRPr="00DC0203">
              <w:t xml:space="preserve">Determine and minimise the risks associated with grooming the nominated animal </w:t>
            </w:r>
            <w:r w:rsidR="00ED6DFB">
              <w:t>according to WHS and animal welfare requirements</w:t>
            </w:r>
          </w:p>
          <w:p w14:paraId="6F93DD9F" w14:textId="77777777" w:rsidR="004A07AB" w:rsidRPr="00DC0203" w:rsidRDefault="000F1764" w:rsidP="007B60D1">
            <w:pPr>
              <w:pStyle w:val="SIText"/>
            </w:pPr>
            <w:r>
              <w:t xml:space="preserve">2.2 </w:t>
            </w:r>
            <w:r w:rsidR="004A07AB" w:rsidRPr="00DC0203">
              <w:t>Consider time limitations, budget and available facilities in preparing grooming plan</w:t>
            </w:r>
          </w:p>
          <w:p w14:paraId="16AA0A4F" w14:textId="77777777" w:rsidR="004A07AB" w:rsidRPr="00DC0203" w:rsidRDefault="000F1764" w:rsidP="007B60D1">
            <w:pPr>
              <w:pStyle w:val="SIText"/>
            </w:pPr>
            <w:r>
              <w:t xml:space="preserve">2.3 </w:t>
            </w:r>
            <w:r w:rsidR="004A07AB" w:rsidRPr="00DC0203">
              <w:t>Confirm grooming plan with supervisor based on animal and client needs</w:t>
            </w:r>
          </w:p>
          <w:p w14:paraId="145A41C2" w14:textId="77777777" w:rsidR="004A07AB" w:rsidRPr="00DC0203" w:rsidRDefault="000F1764" w:rsidP="007B60D1">
            <w:pPr>
              <w:pStyle w:val="SIText"/>
            </w:pPr>
            <w:r>
              <w:t xml:space="preserve">2.4 </w:t>
            </w:r>
            <w:r w:rsidR="004A07AB" w:rsidRPr="00DC0203">
              <w:t xml:space="preserve">Prepare grooming equipment and supplies </w:t>
            </w:r>
          </w:p>
        </w:tc>
      </w:tr>
      <w:tr w:rsidR="004A07AB" w:rsidRPr="00DC0203" w14:paraId="072E0A81" w14:textId="77777777" w:rsidTr="00CA2922">
        <w:trPr>
          <w:cantSplit/>
        </w:trPr>
        <w:tc>
          <w:tcPr>
            <w:tcW w:w="1396" w:type="pct"/>
            <w:shd w:val="clear" w:color="auto" w:fill="auto"/>
          </w:tcPr>
          <w:p w14:paraId="490895B7" w14:textId="77777777" w:rsidR="004A07AB" w:rsidRPr="00DC0203" w:rsidRDefault="0027562D" w:rsidP="007B60D1">
            <w:pPr>
              <w:pStyle w:val="SIText"/>
            </w:pPr>
            <w:r>
              <w:t xml:space="preserve">3. </w:t>
            </w:r>
            <w:r w:rsidR="004A07AB" w:rsidRPr="00DC0203">
              <w:t>Groom animals</w:t>
            </w:r>
          </w:p>
        </w:tc>
        <w:tc>
          <w:tcPr>
            <w:tcW w:w="3604" w:type="pct"/>
            <w:shd w:val="clear" w:color="auto" w:fill="auto"/>
          </w:tcPr>
          <w:p w14:paraId="69647AE0" w14:textId="696FCB10" w:rsidR="004A07AB" w:rsidRPr="00DC0203" w:rsidRDefault="000F1764" w:rsidP="007B60D1">
            <w:pPr>
              <w:pStyle w:val="SIText"/>
            </w:pPr>
            <w:r>
              <w:t xml:space="preserve">3.1 </w:t>
            </w:r>
            <w:r w:rsidR="004A07AB" w:rsidRPr="00DC0203">
              <w:t>Restrain animal for grooming</w:t>
            </w:r>
            <w:r w:rsidR="00C04C6B">
              <w:t>,</w:t>
            </w:r>
            <w:r w:rsidR="004A07AB" w:rsidRPr="00DC0203">
              <w:t xml:space="preserve"> and monitor for signs of distress</w:t>
            </w:r>
          </w:p>
          <w:p w14:paraId="4ECAC4B5" w14:textId="77777777" w:rsidR="004A07AB" w:rsidRPr="00DC0203" w:rsidRDefault="000F1764" w:rsidP="007B60D1">
            <w:pPr>
              <w:pStyle w:val="SIText"/>
            </w:pPr>
            <w:r>
              <w:t xml:space="preserve">3.2 </w:t>
            </w:r>
            <w:r w:rsidR="004A07AB" w:rsidRPr="00DC0203">
              <w:t>Implement grooming techniques used to address matted or knotted coat</w:t>
            </w:r>
          </w:p>
          <w:p w14:paraId="53E92BB8" w14:textId="77777777" w:rsidR="004A07AB" w:rsidRPr="00DC0203" w:rsidRDefault="000F1764" w:rsidP="007B60D1">
            <w:pPr>
              <w:pStyle w:val="SIText"/>
            </w:pPr>
            <w:r>
              <w:t xml:space="preserve">3.3 </w:t>
            </w:r>
            <w:r w:rsidR="004A07AB" w:rsidRPr="00DC0203">
              <w:t>Implement grooming techniques to treat external parasites</w:t>
            </w:r>
          </w:p>
          <w:p w14:paraId="333F1520" w14:textId="77777777" w:rsidR="004A07AB" w:rsidRPr="00DC0203" w:rsidRDefault="000F1764" w:rsidP="007B60D1">
            <w:pPr>
              <w:pStyle w:val="SIText"/>
            </w:pPr>
            <w:r>
              <w:t xml:space="preserve">3.4 </w:t>
            </w:r>
            <w:r w:rsidR="004A07AB" w:rsidRPr="00DC0203">
              <w:t>Groom coat</w:t>
            </w:r>
            <w:r>
              <w:t xml:space="preserve"> to meet owner’s desired outcome</w:t>
            </w:r>
          </w:p>
          <w:p w14:paraId="161A39F4" w14:textId="77777777" w:rsidR="004A07AB" w:rsidRPr="00DC0203" w:rsidRDefault="000F1764" w:rsidP="007B60D1">
            <w:pPr>
              <w:pStyle w:val="SIText"/>
            </w:pPr>
            <w:r>
              <w:t xml:space="preserve">3.5 </w:t>
            </w:r>
            <w:r w:rsidR="004A07AB" w:rsidRPr="00DC0203">
              <w:t>Implement techniques used to clip or file nails</w:t>
            </w:r>
          </w:p>
        </w:tc>
      </w:tr>
      <w:tr w:rsidR="004A07AB" w:rsidRPr="00DC0203" w14:paraId="191CE003" w14:textId="77777777" w:rsidTr="00CA2922">
        <w:trPr>
          <w:cantSplit/>
        </w:trPr>
        <w:tc>
          <w:tcPr>
            <w:tcW w:w="1396" w:type="pct"/>
            <w:shd w:val="clear" w:color="auto" w:fill="auto"/>
          </w:tcPr>
          <w:p w14:paraId="0C55A792" w14:textId="77777777" w:rsidR="004A07AB" w:rsidRPr="00DC0203" w:rsidRDefault="0027562D" w:rsidP="007B60D1">
            <w:pPr>
              <w:pStyle w:val="SIText"/>
            </w:pPr>
            <w:r>
              <w:t xml:space="preserve">4. </w:t>
            </w:r>
            <w:r w:rsidR="004A07AB" w:rsidRPr="00DC0203">
              <w:t>Trim coat for animal comfort</w:t>
            </w:r>
          </w:p>
        </w:tc>
        <w:tc>
          <w:tcPr>
            <w:tcW w:w="3604" w:type="pct"/>
            <w:shd w:val="clear" w:color="auto" w:fill="auto"/>
          </w:tcPr>
          <w:p w14:paraId="4D0A4210" w14:textId="77777777" w:rsidR="004A07AB" w:rsidRPr="00DC0203" w:rsidRDefault="000F1764" w:rsidP="007B60D1">
            <w:pPr>
              <w:pStyle w:val="SIText"/>
            </w:pPr>
            <w:r>
              <w:t xml:space="preserve">4.1 </w:t>
            </w:r>
            <w:r w:rsidR="004A07AB" w:rsidRPr="00DC0203">
              <w:t>Select and prepare tools to be used for coat trimming</w:t>
            </w:r>
          </w:p>
          <w:p w14:paraId="1D95383B" w14:textId="49A16DA7" w:rsidR="004A07AB" w:rsidRPr="00DC0203" w:rsidRDefault="000F1764" w:rsidP="007B60D1">
            <w:pPr>
              <w:pStyle w:val="SIText"/>
            </w:pPr>
            <w:r>
              <w:t xml:space="preserve">4.2 </w:t>
            </w:r>
            <w:r w:rsidR="004A07AB" w:rsidRPr="00DC0203">
              <w:t>Identify risks associated with using coat trimming equipment and minimise risks</w:t>
            </w:r>
            <w:r w:rsidR="00ED7B40">
              <w:t xml:space="preserve"> according to WHS and animal welfare requirements</w:t>
            </w:r>
          </w:p>
          <w:p w14:paraId="009AEFCD" w14:textId="77777777" w:rsidR="004A07AB" w:rsidRPr="00DC0203" w:rsidRDefault="000F1764" w:rsidP="007B60D1">
            <w:pPr>
              <w:pStyle w:val="SIText"/>
            </w:pPr>
            <w:r>
              <w:t xml:space="preserve">4.3 </w:t>
            </w:r>
            <w:r w:rsidR="004A07AB" w:rsidRPr="00DC0203">
              <w:t>Trim coat to restore animal comfort</w:t>
            </w:r>
            <w:r>
              <w:t xml:space="preserve"> and </w:t>
            </w:r>
            <w:r w:rsidR="004A07AB" w:rsidRPr="00DC0203">
              <w:t>remove hair from ears and around eyes and feet</w:t>
            </w:r>
            <w:r>
              <w:t xml:space="preserve"> to meet owner’s requirements and to ensure animal comfort</w:t>
            </w:r>
          </w:p>
          <w:p w14:paraId="52EE4012" w14:textId="77777777" w:rsidR="004A07AB" w:rsidRPr="00DC0203" w:rsidRDefault="000F1764" w:rsidP="007B60D1">
            <w:pPr>
              <w:pStyle w:val="SIText"/>
            </w:pPr>
            <w:r>
              <w:t xml:space="preserve">4.4 </w:t>
            </w:r>
            <w:r w:rsidR="004A07AB" w:rsidRPr="00DC0203">
              <w:t>Bath</w:t>
            </w:r>
            <w:r w:rsidR="00DC0203">
              <w:t>e</w:t>
            </w:r>
            <w:r w:rsidR="004A07AB" w:rsidRPr="00DC0203">
              <w:t xml:space="preserve"> animal </w:t>
            </w:r>
            <w:r w:rsidR="007B60D1">
              <w:t>as required by owner</w:t>
            </w:r>
          </w:p>
        </w:tc>
      </w:tr>
      <w:tr w:rsidR="004A07AB" w:rsidRPr="00DC0203" w14:paraId="6750B1D9" w14:textId="77777777" w:rsidTr="00CA2922">
        <w:trPr>
          <w:cantSplit/>
        </w:trPr>
        <w:tc>
          <w:tcPr>
            <w:tcW w:w="1396" w:type="pct"/>
            <w:shd w:val="clear" w:color="auto" w:fill="auto"/>
          </w:tcPr>
          <w:p w14:paraId="03CAA07F" w14:textId="77777777" w:rsidR="004A07AB" w:rsidRPr="00DC0203" w:rsidRDefault="0027562D" w:rsidP="007B60D1">
            <w:pPr>
              <w:pStyle w:val="SIText"/>
            </w:pPr>
            <w:r>
              <w:lastRenderedPageBreak/>
              <w:t xml:space="preserve">5. </w:t>
            </w:r>
            <w:r w:rsidR="004A07AB" w:rsidRPr="00DC0203">
              <w:t>Complete grooming and trimming procedures</w:t>
            </w:r>
          </w:p>
        </w:tc>
        <w:tc>
          <w:tcPr>
            <w:tcW w:w="3604" w:type="pct"/>
            <w:shd w:val="clear" w:color="auto" w:fill="auto"/>
          </w:tcPr>
          <w:p w14:paraId="0F7BCD9B" w14:textId="77777777" w:rsidR="004A07AB" w:rsidRPr="00DC0203" w:rsidRDefault="000F1764" w:rsidP="007B60D1">
            <w:pPr>
              <w:pStyle w:val="SIText"/>
            </w:pPr>
            <w:r>
              <w:t xml:space="preserve">5.1 </w:t>
            </w:r>
            <w:r w:rsidR="004A07AB" w:rsidRPr="00DC0203">
              <w:t>House and monitor animal until owner arrives</w:t>
            </w:r>
          </w:p>
          <w:p w14:paraId="1B8B5FE5" w14:textId="77777777" w:rsidR="004A07AB" w:rsidRPr="00DC0203" w:rsidRDefault="000F1764" w:rsidP="007B60D1">
            <w:pPr>
              <w:pStyle w:val="SIText"/>
            </w:pPr>
            <w:r>
              <w:t xml:space="preserve">5.2 </w:t>
            </w:r>
            <w:r w:rsidR="004A07AB" w:rsidRPr="00DC0203">
              <w:t>Clean grooming equipment and area and return to storage, audit supplies and document</w:t>
            </w:r>
          </w:p>
          <w:p w14:paraId="4CEA8A97" w14:textId="5C534C64" w:rsidR="004A07AB" w:rsidRPr="00DC0203" w:rsidRDefault="000F1764" w:rsidP="007B60D1">
            <w:pPr>
              <w:pStyle w:val="SIText"/>
            </w:pPr>
            <w:r>
              <w:t xml:space="preserve">5.3 </w:t>
            </w:r>
            <w:r w:rsidR="004A07AB" w:rsidRPr="00DC0203">
              <w:t xml:space="preserve">Collect waste material and dispose of </w:t>
            </w:r>
            <w:r w:rsidR="00ED7B40">
              <w:t xml:space="preserve">according to </w:t>
            </w:r>
            <w:r w:rsidR="00ED7B40">
              <w:t>environmental and legislative requirements</w:t>
            </w:r>
          </w:p>
          <w:p w14:paraId="5CD397BF" w14:textId="77777777" w:rsidR="004A07AB" w:rsidRPr="00DC0203" w:rsidRDefault="000F1764" w:rsidP="007B60D1">
            <w:pPr>
              <w:pStyle w:val="SIText"/>
            </w:pPr>
            <w:r>
              <w:t xml:space="preserve">5.4 </w:t>
            </w:r>
            <w:r w:rsidR="004A07AB" w:rsidRPr="00DC0203">
              <w:t>Document grooming services for invoicing</w:t>
            </w:r>
          </w:p>
          <w:p w14:paraId="3C7172DF" w14:textId="77777777" w:rsidR="004A07AB" w:rsidRPr="00DC0203" w:rsidRDefault="000F1764" w:rsidP="007B60D1">
            <w:pPr>
              <w:pStyle w:val="SIText"/>
            </w:pPr>
            <w:r>
              <w:t xml:space="preserve">5.5 </w:t>
            </w:r>
            <w:r w:rsidR="004A07AB" w:rsidRPr="00DC0203">
              <w:t>Return animal to owner and review grooming plan with supervisor and discuss any follow-up requirements</w:t>
            </w:r>
          </w:p>
        </w:tc>
      </w:tr>
    </w:tbl>
    <w:p w14:paraId="1DC3ADB2" w14:textId="77777777" w:rsidR="00F1480E" w:rsidRPr="00DC0203"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DC0203" w:rsidDel="00423CB2" w14:paraId="30EE6B6F" w14:textId="77777777" w:rsidTr="00CA2922">
        <w:trPr>
          <w:tblHeader/>
        </w:trPr>
        <w:tc>
          <w:tcPr>
            <w:tcW w:w="5000" w:type="pct"/>
            <w:gridSpan w:val="2"/>
          </w:tcPr>
          <w:p w14:paraId="76EB53A9" w14:textId="77777777" w:rsidR="00F1480E" w:rsidRPr="00DC0203" w:rsidRDefault="00FD557D" w:rsidP="00FD557D">
            <w:pPr>
              <w:pStyle w:val="SIHeading2"/>
              <w:rPr>
                <w:rFonts w:cs="Arial"/>
              </w:rPr>
            </w:pPr>
            <w:r w:rsidRPr="00DC0203">
              <w:rPr>
                <w:rFonts w:cs="Arial"/>
              </w:rPr>
              <w:t>Foundation Skills</w:t>
            </w:r>
          </w:p>
          <w:p w14:paraId="3CF57DF8" w14:textId="77777777" w:rsidR="00F1480E" w:rsidRPr="00DC0203" w:rsidRDefault="00F1480E" w:rsidP="00634FCA">
            <w:pPr>
              <w:rPr>
                <w:rStyle w:val="SIText-Italic"/>
                <w:rFonts w:eastAsiaTheme="majorEastAsia" w:cs="Arial"/>
              </w:rPr>
            </w:pPr>
            <w:r w:rsidRPr="00DC0203">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F1480E" w:rsidRPr="00DC0203" w:rsidDel="00423CB2" w14:paraId="4AF6D036" w14:textId="77777777" w:rsidTr="00CA2922">
        <w:trPr>
          <w:tblHeader/>
        </w:trPr>
        <w:tc>
          <w:tcPr>
            <w:tcW w:w="1396" w:type="pct"/>
          </w:tcPr>
          <w:p w14:paraId="459C6115" w14:textId="77777777" w:rsidR="00F1480E" w:rsidRPr="00DC0203" w:rsidDel="00423CB2" w:rsidRDefault="00F1480E" w:rsidP="00FD557D">
            <w:pPr>
              <w:pStyle w:val="SIText-Bold"/>
              <w:rPr>
                <w:rFonts w:eastAsiaTheme="majorEastAsia" w:cs="Arial"/>
              </w:rPr>
            </w:pPr>
            <w:r w:rsidRPr="00DC0203">
              <w:rPr>
                <w:rFonts w:eastAsiaTheme="majorEastAsia" w:cs="Arial"/>
              </w:rPr>
              <w:t>Skill</w:t>
            </w:r>
          </w:p>
        </w:tc>
        <w:tc>
          <w:tcPr>
            <w:tcW w:w="3604" w:type="pct"/>
          </w:tcPr>
          <w:p w14:paraId="1B4541B7" w14:textId="77777777" w:rsidR="00F1480E" w:rsidRPr="00DC0203" w:rsidDel="00423CB2" w:rsidRDefault="00F1480E" w:rsidP="00FD557D">
            <w:pPr>
              <w:pStyle w:val="SIText-Bold"/>
              <w:rPr>
                <w:rFonts w:eastAsiaTheme="majorEastAsia" w:cs="Arial"/>
              </w:rPr>
            </w:pPr>
            <w:r w:rsidRPr="00DC0203">
              <w:rPr>
                <w:rFonts w:eastAsiaTheme="majorEastAsia" w:cs="Arial"/>
              </w:rPr>
              <w:t>Description</w:t>
            </w:r>
          </w:p>
        </w:tc>
      </w:tr>
      <w:tr w:rsidR="00F1480E" w:rsidRPr="00DC0203" w:rsidDel="00423CB2" w14:paraId="1A29D8A6" w14:textId="77777777" w:rsidTr="00CA2922">
        <w:tc>
          <w:tcPr>
            <w:tcW w:w="1396" w:type="pct"/>
          </w:tcPr>
          <w:p w14:paraId="799E9370" w14:textId="77777777" w:rsidR="00F1480E" w:rsidRPr="00DC0203" w:rsidRDefault="00DC0203" w:rsidP="00923720">
            <w:pPr>
              <w:pStyle w:val="SIText"/>
              <w:rPr>
                <w:rFonts w:cs="Arial"/>
              </w:rPr>
            </w:pPr>
            <w:r>
              <w:rPr>
                <w:rFonts w:cs="Arial"/>
              </w:rPr>
              <w:t>Oral communication</w:t>
            </w:r>
          </w:p>
        </w:tc>
        <w:tc>
          <w:tcPr>
            <w:tcW w:w="3604" w:type="pct"/>
          </w:tcPr>
          <w:p w14:paraId="538B1823" w14:textId="77777777" w:rsidR="00F1480E" w:rsidRPr="007B60D1" w:rsidRDefault="00DC0203" w:rsidP="007B60D1">
            <w:pPr>
              <w:pStyle w:val="SIBulletList1"/>
            </w:pPr>
            <w:r w:rsidRPr="007B60D1">
              <w:t>Determine client expectations and discuss grooming options</w:t>
            </w:r>
          </w:p>
        </w:tc>
      </w:tr>
      <w:tr w:rsidR="00F1480E" w:rsidRPr="00DC0203" w:rsidDel="00423CB2" w14:paraId="75291445" w14:textId="77777777" w:rsidTr="00CA2922">
        <w:tc>
          <w:tcPr>
            <w:tcW w:w="1396" w:type="pct"/>
          </w:tcPr>
          <w:p w14:paraId="52691B4A" w14:textId="77777777" w:rsidR="00F1480E" w:rsidRPr="00DC0203" w:rsidRDefault="00DC0203" w:rsidP="00923720">
            <w:pPr>
              <w:pStyle w:val="SIText"/>
              <w:rPr>
                <w:rFonts w:cs="Arial"/>
              </w:rPr>
            </w:pPr>
            <w:r>
              <w:rPr>
                <w:rFonts w:cs="Arial"/>
              </w:rPr>
              <w:t xml:space="preserve">Writing </w:t>
            </w:r>
          </w:p>
        </w:tc>
        <w:tc>
          <w:tcPr>
            <w:tcW w:w="3604" w:type="pct"/>
          </w:tcPr>
          <w:p w14:paraId="2548CE8F" w14:textId="77777777" w:rsidR="00F1480E" w:rsidRPr="007B60D1" w:rsidRDefault="00DC0203" w:rsidP="007B60D1">
            <w:pPr>
              <w:pStyle w:val="SIBulletList1"/>
            </w:pPr>
            <w:r w:rsidRPr="007B60D1">
              <w:t>Document outcomes on grooming plan</w:t>
            </w:r>
          </w:p>
        </w:tc>
      </w:tr>
    </w:tbl>
    <w:p w14:paraId="43FB907B" w14:textId="77777777" w:rsidR="00916CD7" w:rsidRPr="00DC0203" w:rsidRDefault="00916CD7" w:rsidP="00F1480E">
      <w:pPr>
        <w:pStyle w:val="SIText"/>
        <w:keepNext/>
        <w:rPr>
          <w:rFonts w:cs="Arial"/>
        </w:rPr>
      </w:pPr>
    </w:p>
    <w:tbl>
      <w:tblPr>
        <w:tblStyle w:val="TableGrid"/>
        <w:tblW w:w="5000" w:type="pct"/>
        <w:tblLook w:val="04A0" w:firstRow="1" w:lastRow="0" w:firstColumn="1" w:lastColumn="0" w:noHBand="0" w:noVBand="1"/>
      </w:tblPr>
      <w:tblGrid>
        <w:gridCol w:w="1979"/>
        <w:gridCol w:w="2128"/>
        <w:gridCol w:w="2409"/>
        <w:gridCol w:w="3112"/>
      </w:tblGrid>
      <w:tr w:rsidR="00F1480E" w:rsidRPr="00DC0203" w14:paraId="21E5B6AB" w14:textId="77777777" w:rsidTr="00CA2922">
        <w:trPr>
          <w:tblHeader/>
        </w:trPr>
        <w:tc>
          <w:tcPr>
            <w:tcW w:w="5000" w:type="pct"/>
            <w:gridSpan w:val="4"/>
          </w:tcPr>
          <w:p w14:paraId="24E28A70" w14:textId="77777777" w:rsidR="00F1480E" w:rsidRPr="00DC0203" w:rsidRDefault="00FD557D" w:rsidP="00FD557D">
            <w:pPr>
              <w:pStyle w:val="SIHeading2"/>
              <w:rPr>
                <w:rFonts w:cs="Arial"/>
              </w:rPr>
            </w:pPr>
            <w:r w:rsidRPr="00DC0203">
              <w:rPr>
                <w:rFonts w:cs="Arial"/>
              </w:rPr>
              <w:t>Unit Mapping Information</w:t>
            </w:r>
          </w:p>
        </w:tc>
      </w:tr>
      <w:tr w:rsidR="00F1480E" w:rsidRPr="00DC0203" w14:paraId="0441B073" w14:textId="77777777" w:rsidTr="00FD557D">
        <w:trPr>
          <w:tblHeader/>
        </w:trPr>
        <w:tc>
          <w:tcPr>
            <w:tcW w:w="1028" w:type="pct"/>
          </w:tcPr>
          <w:p w14:paraId="049D78A5" w14:textId="77777777" w:rsidR="00F1480E" w:rsidRPr="00DC0203" w:rsidRDefault="00F1480E" w:rsidP="00923720">
            <w:pPr>
              <w:pStyle w:val="SIText-Bold"/>
              <w:rPr>
                <w:rFonts w:cs="Arial"/>
              </w:rPr>
            </w:pPr>
            <w:r w:rsidRPr="00DC0203">
              <w:rPr>
                <w:rFonts w:cs="Arial"/>
              </w:rPr>
              <w:t>Code and title current version</w:t>
            </w:r>
          </w:p>
        </w:tc>
        <w:tc>
          <w:tcPr>
            <w:tcW w:w="1105" w:type="pct"/>
          </w:tcPr>
          <w:p w14:paraId="282A0019" w14:textId="77777777" w:rsidR="00F1480E" w:rsidRPr="00DC0203" w:rsidRDefault="00DC0203" w:rsidP="00923720">
            <w:pPr>
              <w:pStyle w:val="SIText-Bold"/>
              <w:rPr>
                <w:rFonts w:cs="Arial"/>
              </w:rPr>
            </w:pPr>
            <w:r>
              <w:rPr>
                <w:rFonts w:cs="Arial"/>
              </w:rPr>
              <w:t xml:space="preserve">Code and title previous </w:t>
            </w:r>
            <w:r w:rsidR="00F1480E" w:rsidRPr="00DC0203">
              <w:rPr>
                <w:rFonts w:cs="Arial"/>
              </w:rPr>
              <w:t>version</w:t>
            </w:r>
          </w:p>
        </w:tc>
        <w:tc>
          <w:tcPr>
            <w:tcW w:w="1251" w:type="pct"/>
          </w:tcPr>
          <w:p w14:paraId="6E5294B9" w14:textId="77777777" w:rsidR="00F1480E" w:rsidRPr="00DC0203" w:rsidRDefault="00F1480E" w:rsidP="00923720">
            <w:pPr>
              <w:pStyle w:val="SIText-Bold"/>
              <w:rPr>
                <w:rFonts w:cs="Arial"/>
              </w:rPr>
            </w:pPr>
            <w:r w:rsidRPr="00DC0203">
              <w:rPr>
                <w:rFonts w:cs="Arial"/>
              </w:rPr>
              <w:t>Comments</w:t>
            </w:r>
          </w:p>
        </w:tc>
        <w:tc>
          <w:tcPr>
            <w:tcW w:w="1616" w:type="pct"/>
          </w:tcPr>
          <w:p w14:paraId="71206EA5" w14:textId="77777777" w:rsidR="00F1480E" w:rsidRPr="00DC0203" w:rsidRDefault="00F1480E" w:rsidP="00923720">
            <w:pPr>
              <w:pStyle w:val="SIText-Bold"/>
              <w:rPr>
                <w:rFonts w:cs="Arial"/>
              </w:rPr>
            </w:pPr>
            <w:r w:rsidRPr="00DC0203">
              <w:rPr>
                <w:rFonts w:cs="Arial"/>
              </w:rPr>
              <w:t>Equivalence status</w:t>
            </w:r>
          </w:p>
        </w:tc>
      </w:tr>
      <w:tr w:rsidR="00E00FAF" w:rsidRPr="00DC0203" w14:paraId="1F827F4A" w14:textId="77777777" w:rsidTr="00FD557D">
        <w:tc>
          <w:tcPr>
            <w:tcW w:w="1028" w:type="pct"/>
          </w:tcPr>
          <w:p w14:paraId="671ACCAB" w14:textId="77777777" w:rsidR="00E00FAF" w:rsidRPr="00DC0203" w:rsidRDefault="00E00FAF" w:rsidP="0027562D">
            <w:pPr>
              <w:pStyle w:val="SIText"/>
            </w:pPr>
            <w:r w:rsidRPr="00DC0203">
              <w:t>ACMCAS306</w:t>
            </w:r>
            <w:r w:rsidR="00195A99" w:rsidRPr="00DC0203">
              <w:t xml:space="preserve"> Provide grooming services for companion animal comfort</w:t>
            </w:r>
          </w:p>
        </w:tc>
        <w:tc>
          <w:tcPr>
            <w:tcW w:w="1105" w:type="pct"/>
          </w:tcPr>
          <w:p w14:paraId="0A2AB25D" w14:textId="77777777" w:rsidR="00E00FAF" w:rsidRPr="00DC0203" w:rsidRDefault="00195A99" w:rsidP="0027562D">
            <w:pPr>
              <w:pStyle w:val="SIText"/>
            </w:pPr>
            <w:r w:rsidRPr="00DC0203">
              <w:t>ACMCAS306A Provide grooming services for companion animal comfort</w:t>
            </w:r>
          </w:p>
        </w:tc>
        <w:tc>
          <w:tcPr>
            <w:tcW w:w="1251" w:type="pct"/>
          </w:tcPr>
          <w:p w14:paraId="23093F07" w14:textId="589CE722" w:rsidR="00E00FAF" w:rsidRPr="00DC0203" w:rsidRDefault="00E00FAF" w:rsidP="0027562D">
            <w:pPr>
              <w:pStyle w:val="SIText"/>
            </w:pPr>
            <w:r w:rsidRPr="00DC0203">
              <w:t>Updated to meet Standard</w:t>
            </w:r>
            <w:r w:rsidR="002867E7">
              <w:t>s for</w:t>
            </w:r>
            <w:r w:rsidRPr="00DC0203">
              <w:t xml:space="preserve"> Training Packages</w:t>
            </w:r>
          </w:p>
        </w:tc>
        <w:tc>
          <w:tcPr>
            <w:tcW w:w="1616" w:type="pct"/>
          </w:tcPr>
          <w:p w14:paraId="34C3AD96" w14:textId="77777777" w:rsidR="00E00FAF" w:rsidRPr="00DC0203" w:rsidRDefault="00E00FAF" w:rsidP="0027562D">
            <w:pPr>
              <w:pStyle w:val="SIText"/>
            </w:pPr>
            <w:r w:rsidRPr="00DC0203">
              <w:t xml:space="preserve">Equivalent unit </w:t>
            </w:r>
          </w:p>
          <w:p w14:paraId="51E71641" w14:textId="77777777" w:rsidR="00E00FAF" w:rsidRPr="00DC0203" w:rsidRDefault="00E00FAF" w:rsidP="0027562D">
            <w:pPr>
              <w:pStyle w:val="SIText"/>
            </w:pPr>
          </w:p>
          <w:p w14:paraId="294D8F63" w14:textId="77777777" w:rsidR="00E00FAF" w:rsidRPr="00DC0203" w:rsidRDefault="00E00FAF" w:rsidP="0027562D">
            <w:pPr>
              <w:pStyle w:val="SIText"/>
            </w:pPr>
          </w:p>
        </w:tc>
      </w:tr>
    </w:tbl>
    <w:p w14:paraId="6C5A07CE" w14:textId="77777777" w:rsidR="00F1480E" w:rsidRPr="00DC0203"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DC0203" w14:paraId="347035D8" w14:textId="77777777" w:rsidTr="00CA2922">
        <w:tc>
          <w:tcPr>
            <w:tcW w:w="1396" w:type="pct"/>
            <w:shd w:val="clear" w:color="auto" w:fill="auto"/>
          </w:tcPr>
          <w:p w14:paraId="54EA6671" w14:textId="77777777" w:rsidR="00F1480E" w:rsidRPr="00DC0203" w:rsidRDefault="00FD557D" w:rsidP="00FD557D">
            <w:pPr>
              <w:pStyle w:val="SIHeading2"/>
              <w:rPr>
                <w:rFonts w:cs="Arial"/>
              </w:rPr>
            </w:pPr>
            <w:r w:rsidRPr="00DC0203">
              <w:rPr>
                <w:rFonts w:cs="Arial"/>
              </w:rPr>
              <w:t>Links</w:t>
            </w:r>
          </w:p>
        </w:tc>
        <w:tc>
          <w:tcPr>
            <w:tcW w:w="3604" w:type="pct"/>
            <w:shd w:val="clear" w:color="auto" w:fill="auto"/>
          </w:tcPr>
          <w:p w14:paraId="3F68D996" w14:textId="2DD821CB" w:rsidR="00F1480E" w:rsidRPr="00DC0203" w:rsidRDefault="00C04C6B"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D7B40">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4FCE7DF4" w14:textId="77777777" w:rsidR="00F1480E" w:rsidRPr="00DC0203" w:rsidRDefault="00F1480E" w:rsidP="00F1480E">
      <w:pPr>
        <w:pStyle w:val="SIText"/>
        <w:rPr>
          <w:rFonts w:cs="Arial"/>
        </w:rPr>
      </w:pPr>
    </w:p>
    <w:p w14:paraId="3FC2D55A" w14:textId="77777777" w:rsidR="00F1480E" w:rsidRPr="00DC0203" w:rsidRDefault="00F1480E" w:rsidP="00F1480E">
      <w:pPr>
        <w:pStyle w:val="SIText"/>
        <w:rPr>
          <w:rFonts w:cs="Arial"/>
        </w:rPr>
      </w:pPr>
      <w:r w:rsidRPr="00DC0203">
        <w:rPr>
          <w:rFonts w:cs="Arial"/>
          <w:b/>
        </w:rPr>
        <w:br w:type="page"/>
      </w:r>
    </w:p>
    <w:p w14:paraId="307FC420" w14:textId="77777777" w:rsidR="00556C4C" w:rsidRPr="00DC0203"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4A07AB" w:rsidRPr="00DC0203" w14:paraId="6C0E7B57" w14:textId="77777777" w:rsidTr="00113678">
        <w:trPr>
          <w:tblHeader/>
        </w:trPr>
        <w:tc>
          <w:tcPr>
            <w:tcW w:w="1478" w:type="pct"/>
            <w:shd w:val="clear" w:color="auto" w:fill="auto"/>
          </w:tcPr>
          <w:p w14:paraId="3093BEB7" w14:textId="77777777" w:rsidR="004A07AB" w:rsidRPr="00DC0203" w:rsidRDefault="003C24A8" w:rsidP="0027562D">
            <w:pPr>
              <w:pStyle w:val="SIUnittitle"/>
            </w:pPr>
            <w:r w:rsidRPr="00DC0203">
              <w:t>TITLE</w:t>
            </w:r>
          </w:p>
        </w:tc>
        <w:tc>
          <w:tcPr>
            <w:tcW w:w="3522" w:type="pct"/>
            <w:shd w:val="clear" w:color="auto" w:fill="auto"/>
          </w:tcPr>
          <w:p w14:paraId="2F084A13" w14:textId="77777777" w:rsidR="004A07AB" w:rsidRPr="00DC0203" w:rsidRDefault="003C24A8" w:rsidP="0027562D">
            <w:pPr>
              <w:pStyle w:val="SIUnittitle"/>
            </w:pPr>
            <w:r w:rsidRPr="00DC0203">
              <w:t xml:space="preserve">Assessment requirements for ACMCAS306 </w:t>
            </w:r>
            <w:r w:rsidR="004A07AB" w:rsidRPr="00DC0203">
              <w:t>Provide grooming services for companion animal comfort</w:t>
            </w:r>
          </w:p>
        </w:tc>
      </w:tr>
      <w:tr w:rsidR="00556C4C" w:rsidRPr="00DC0203" w14:paraId="199B6332" w14:textId="77777777" w:rsidTr="00113678">
        <w:trPr>
          <w:tblHeader/>
        </w:trPr>
        <w:tc>
          <w:tcPr>
            <w:tcW w:w="5000" w:type="pct"/>
            <w:gridSpan w:val="2"/>
            <w:shd w:val="clear" w:color="auto" w:fill="auto"/>
          </w:tcPr>
          <w:p w14:paraId="029E9A8A" w14:textId="77777777" w:rsidR="00556C4C" w:rsidRPr="00DC0203" w:rsidRDefault="00D71E43" w:rsidP="00D71E43">
            <w:pPr>
              <w:pStyle w:val="SIHeading2"/>
              <w:rPr>
                <w:rFonts w:cs="Arial"/>
              </w:rPr>
            </w:pPr>
            <w:r w:rsidRPr="00DC0203">
              <w:rPr>
                <w:rFonts w:cs="Arial"/>
              </w:rPr>
              <w:t>Performance Evidence</w:t>
            </w:r>
          </w:p>
        </w:tc>
      </w:tr>
      <w:tr w:rsidR="00556C4C" w:rsidRPr="00DC0203" w14:paraId="71DF1EE6" w14:textId="77777777" w:rsidTr="00113678">
        <w:tc>
          <w:tcPr>
            <w:tcW w:w="5000" w:type="pct"/>
            <w:gridSpan w:val="2"/>
            <w:shd w:val="clear" w:color="auto" w:fill="auto"/>
          </w:tcPr>
          <w:p w14:paraId="77764199" w14:textId="392B9FF4" w:rsidR="00C04C6B" w:rsidRDefault="0027562D" w:rsidP="006E2B9F">
            <w:pPr>
              <w:pStyle w:val="SIText"/>
            </w:pPr>
            <w:r>
              <w:t xml:space="preserve">An individual demonstrating competency must satisfy all of the elements and performance criteria </w:t>
            </w:r>
            <w:r w:rsidR="00ED7B40">
              <w:t>in</w:t>
            </w:r>
            <w:r>
              <w:t xml:space="preserve"> this unit. </w:t>
            </w:r>
          </w:p>
          <w:p w14:paraId="61D519E0" w14:textId="77777777" w:rsidR="00C04C6B" w:rsidRDefault="00C04C6B" w:rsidP="006E2B9F">
            <w:pPr>
              <w:pStyle w:val="SIText"/>
            </w:pPr>
          </w:p>
          <w:p w14:paraId="79393E71" w14:textId="0EBF7416" w:rsidR="006E2B9F" w:rsidRDefault="00556C4C" w:rsidP="006E2B9F">
            <w:pPr>
              <w:pStyle w:val="SIText"/>
              <w:rPr>
                <w:rFonts w:cs="Arial"/>
              </w:rPr>
            </w:pPr>
            <w:r w:rsidRPr="00DC0203">
              <w:rPr>
                <w:rFonts w:cs="Arial"/>
              </w:rPr>
              <w:t>There must be evidence that</w:t>
            </w:r>
            <w:r w:rsidR="009A6E6C" w:rsidRPr="00DC0203">
              <w:rPr>
                <w:rFonts w:cs="Arial"/>
              </w:rPr>
              <w:t xml:space="preserve"> </w:t>
            </w:r>
            <w:r w:rsidRPr="00DC0203">
              <w:rPr>
                <w:rFonts w:cs="Arial"/>
              </w:rPr>
              <w:t xml:space="preserve">the </w:t>
            </w:r>
            <w:r w:rsidR="00E3681D" w:rsidRPr="00DC0203">
              <w:rPr>
                <w:rFonts w:cs="Arial"/>
              </w:rPr>
              <w:t>individual</w:t>
            </w:r>
            <w:r w:rsidR="00366805" w:rsidRPr="00DC0203">
              <w:rPr>
                <w:rFonts w:cs="Arial"/>
              </w:rPr>
              <w:t xml:space="preserve"> has</w:t>
            </w:r>
            <w:r w:rsidR="00E956F0" w:rsidRPr="00F46F6D">
              <w:t xml:space="preserve"> groomed at least three companion animals</w:t>
            </w:r>
            <w:r w:rsidR="00E956F0">
              <w:t>, including</w:t>
            </w:r>
            <w:r w:rsidR="00366805" w:rsidRPr="00DC0203">
              <w:rPr>
                <w:rFonts w:cs="Arial"/>
              </w:rPr>
              <w:t xml:space="preserve">: </w:t>
            </w:r>
          </w:p>
          <w:p w14:paraId="241D7E9F" w14:textId="77777777" w:rsidR="00E956F0" w:rsidRDefault="00E956F0" w:rsidP="00E956F0">
            <w:pPr>
              <w:pStyle w:val="SIBulletList1"/>
            </w:pPr>
            <w:r>
              <w:t>assessed health and condition of animal's coat and determine</w:t>
            </w:r>
            <w:r w:rsidR="007E0457">
              <w:t>d</w:t>
            </w:r>
            <w:r>
              <w:t xml:space="preserve"> grooming requirements with owner</w:t>
            </w:r>
          </w:p>
          <w:p w14:paraId="1A8F601F" w14:textId="77777777" w:rsidR="0025391C" w:rsidRPr="00F46F6D" w:rsidRDefault="0025391C" w:rsidP="007B60D1">
            <w:pPr>
              <w:pStyle w:val="SIBulletList1"/>
            </w:pPr>
            <w:r w:rsidRPr="00F46F6D">
              <w:t>maintain</w:t>
            </w:r>
            <w:r w:rsidR="00F46F6D" w:rsidRPr="00F46F6D">
              <w:t>ed</w:t>
            </w:r>
            <w:r w:rsidRPr="00F46F6D">
              <w:t xml:space="preserve"> high standards of hygiene and infection control at all times to reduce the risk of infection and cross-infection</w:t>
            </w:r>
          </w:p>
          <w:p w14:paraId="09674E3F" w14:textId="77777777" w:rsidR="00E956F0" w:rsidRDefault="00E956F0" w:rsidP="00E956F0">
            <w:pPr>
              <w:pStyle w:val="SIBulletList1"/>
            </w:pPr>
            <w:r>
              <w:t>follow</w:t>
            </w:r>
            <w:r w:rsidR="007E0457">
              <w:t>ed</w:t>
            </w:r>
            <w:r>
              <w:t xml:space="preserve"> workplace instructions to apply industry recognised grooming methods and procedures for different breeds of companion animals to maintain</w:t>
            </w:r>
            <w:r w:rsidR="007E0457">
              <w:t xml:space="preserve"> or </w:t>
            </w:r>
            <w:r>
              <w:t>restore animal comfort</w:t>
            </w:r>
          </w:p>
          <w:p w14:paraId="5B317737" w14:textId="77777777" w:rsidR="00E956F0" w:rsidRDefault="00E956F0" w:rsidP="00E956F0">
            <w:pPr>
              <w:pStyle w:val="SIBulletList1"/>
            </w:pPr>
            <w:r>
              <w:t>handle</w:t>
            </w:r>
            <w:r w:rsidR="007E0457">
              <w:t>d</w:t>
            </w:r>
            <w:r>
              <w:t xml:space="preserve"> animals in a safe and humane manner</w:t>
            </w:r>
          </w:p>
          <w:p w14:paraId="13B758E4" w14:textId="77777777" w:rsidR="00E956F0" w:rsidRDefault="00E956F0" w:rsidP="00E956F0">
            <w:pPr>
              <w:pStyle w:val="SIBulletList1"/>
            </w:pPr>
            <w:r>
              <w:t xml:space="preserve">used and maintained grooming equipment and supplies according to organisational standards and manufacturers' specifications </w:t>
            </w:r>
          </w:p>
          <w:p w14:paraId="7BD9E97B" w14:textId="3B6696AA" w:rsidR="0025391C" w:rsidRPr="00DC0203" w:rsidRDefault="00E956F0" w:rsidP="007E0457">
            <w:pPr>
              <w:pStyle w:val="SIBulletList1"/>
            </w:pPr>
            <w:r>
              <w:t>maintain</w:t>
            </w:r>
            <w:r w:rsidR="007E0457">
              <w:t>ed</w:t>
            </w:r>
            <w:r>
              <w:t xml:space="preserve"> records and follow</w:t>
            </w:r>
            <w:r w:rsidR="007E0457">
              <w:t>ed</w:t>
            </w:r>
            <w:r w:rsidR="00C04C6B">
              <w:t xml:space="preserve"> </w:t>
            </w:r>
            <w:r>
              <w:t>up with clients</w:t>
            </w:r>
            <w:r w:rsidR="007E0457">
              <w:t>.</w:t>
            </w:r>
          </w:p>
        </w:tc>
      </w:tr>
    </w:tbl>
    <w:p w14:paraId="17B14A47" w14:textId="77777777" w:rsidR="00556C4C" w:rsidRPr="00DC0203"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DC0203" w14:paraId="208CB87F" w14:textId="77777777" w:rsidTr="00CA2922">
        <w:trPr>
          <w:tblHeader/>
        </w:trPr>
        <w:tc>
          <w:tcPr>
            <w:tcW w:w="5000" w:type="pct"/>
            <w:shd w:val="clear" w:color="auto" w:fill="auto"/>
          </w:tcPr>
          <w:p w14:paraId="077B4EDA" w14:textId="77777777" w:rsidR="00F1480E" w:rsidRPr="00DC0203" w:rsidRDefault="00D71E43" w:rsidP="00D71E43">
            <w:pPr>
              <w:pStyle w:val="SIHeading2"/>
              <w:rPr>
                <w:rFonts w:cs="Arial"/>
              </w:rPr>
            </w:pPr>
            <w:r w:rsidRPr="00DC0203">
              <w:rPr>
                <w:rFonts w:cs="Arial"/>
              </w:rPr>
              <w:t>Knowledge Evidence</w:t>
            </w:r>
          </w:p>
        </w:tc>
      </w:tr>
      <w:tr w:rsidR="00F1480E" w:rsidRPr="00DC0203" w14:paraId="34D14200" w14:textId="77777777" w:rsidTr="00CA2922">
        <w:tc>
          <w:tcPr>
            <w:tcW w:w="5000" w:type="pct"/>
            <w:shd w:val="clear" w:color="auto" w:fill="auto"/>
          </w:tcPr>
          <w:p w14:paraId="518E958F" w14:textId="77777777" w:rsidR="008B2C77" w:rsidRPr="00DC0203" w:rsidRDefault="00E3681D" w:rsidP="002C55E9">
            <w:pPr>
              <w:pStyle w:val="SIText"/>
              <w:rPr>
                <w:rFonts w:cs="Arial"/>
              </w:rPr>
            </w:pPr>
            <w:r w:rsidRPr="00DC0203">
              <w:rPr>
                <w:rFonts w:cs="Arial"/>
              </w:rPr>
              <w:t xml:space="preserve">An individual </w:t>
            </w:r>
            <w:r w:rsidR="008B2C77" w:rsidRPr="00DC0203">
              <w:rPr>
                <w:rFonts w:cs="Arial"/>
              </w:rPr>
              <w:t>must be a</w:t>
            </w:r>
            <w:r w:rsidR="00434ECE" w:rsidRPr="00DC0203">
              <w:rPr>
                <w:rFonts w:cs="Arial"/>
              </w:rPr>
              <w:t>ble to demonstrate the</w:t>
            </w:r>
            <w:r w:rsidR="008B2C77" w:rsidRPr="00DC0203">
              <w:rPr>
                <w:rFonts w:cs="Arial"/>
              </w:rPr>
              <w:t xml:space="preserve"> knowledge required to perform the tasks outlined in the elements and performance criteria of this unit. This includes knowledge of:</w:t>
            </w:r>
          </w:p>
          <w:p w14:paraId="660C7C58" w14:textId="77777777" w:rsidR="006D030F" w:rsidRPr="007B60D1" w:rsidRDefault="006D030F" w:rsidP="007B60D1">
            <w:pPr>
              <w:pStyle w:val="SIBulletList1"/>
            </w:pPr>
            <w:r w:rsidRPr="007B60D1">
              <w:t>animal anatomy and physiology related to grooming procedures</w:t>
            </w:r>
          </w:p>
          <w:p w14:paraId="080B1D4E" w14:textId="77777777" w:rsidR="006D030F" w:rsidRPr="006E2B9F" w:rsidRDefault="006D030F" w:rsidP="007B60D1">
            <w:pPr>
              <w:pStyle w:val="SIBulletList1"/>
            </w:pPr>
            <w:r w:rsidRPr="006E2B9F">
              <w:t>animal common names</w:t>
            </w:r>
          </w:p>
          <w:p w14:paraId="2D6FEAF1" w14:textId="77777777" w:rsidR="006D030F" w:rsidRPr="006E2B9F" w:rsidRDefault="006D030F" w:rsidP="007B60D1">
            <w:pPr>
              <w:pStyle w:val="SIBulletList1"/>
            </w:pPr>
            <w:r w:rsidRPr="006E2B9F">
              <w:t>disease transmission between animals</w:t>
            </w:r>
          </w:p>
          <w:p w14:paraId="3994DC78" w14:textId="3EC96D31" w:rsidR="006D030F" w:rsidRDefault="006D030F" w:rsidP="007B60D1">
            <w:pPr>
              <w:pStyle w:val="SIBulletList1"/>
            </w:pPr>
            <w:r w:rsidRPr="006E2B9F">
              <w:t>disinfectants, cleaning agents, cleaning techniques and cleaning equipment and materials used in a companion animal workplace</w:t>
            </w:r>
          </w:p>
          <w:p w14:paraId="506EB61C" w14:textId="04147C0B" w:rsidR="00ED6DFB" w:rsidRPr="006E2B9F" w:rsidRDefault="00ED6DFB" w:rsidP="00ED6DFB">
            <w:pPr>
              <w:pStyle w:val="SIBulletList1"/>
            </w:pPr>
            <w:r w:rsidRPr="00ED6DFB">
              <w:t>organisation policies, procedures and requirements, including emergency procedures, hygiene standards and waste disposal regulations</w:t>
            </w:r>
          </w:p>
          <w:p w14:paraId="1EDAB4EC" w14:textId="77777777" w:rsidR="006D030F" w:rsidRPr="006E2B9F" w:rsidRDefault="006D030F" w:rsidP="007B60D1">
            <w:pPr>
              <w:pStyle w:val="SIBulletList1"/>
            </w:pPr>
            <w:r w:rsidRPr="006E2B9F">
              <w:t>normal and abnormal animal behaviour and traits for relevant species</w:t>
            </w:r>
          </w:p>
          <w:p w14:paraId="09FA8AE5" w14:textId="216D6087" w:rsidR="00ED6DFB" w:rsidRDefault="00ED6DFB" w:rsidP="00ED6DFB">
            <w:pPr>
              <w:pStyle w:val="SIBulletList1"/>
            </w:pPr>
            <w:r>
              <w:t xml:space="preserve">WHS </w:t>
            </w:r>
            <w:r w:rsidRPr="00ED6DFB">
              <w:t xml:space="preserve">and animal </w:t>
            </w:r>
            <w:r>
              <w:t xml:space="preserve">ethics and </w:t>
            </w:r>
            <w:r w:rsidRPr="00ED6DFB">
              <w:t xml:space="preserve">welfare legislative requirements and codes of practice </w:t>
            </w:r>
          </w:p>
          <w:p w14:paraId="1D474C4A" w14:textId="10D301D9" w:rsidR="006D030F" w:rsidRDefault="006D030F" w:rsidP="00ED6DFB">
            <w:pPr>
              <w:pStyle w:val="SIBulletList1"/>
            </w:pPr>
            <w:r w:rsidRPr="006E2B9F">
              <w:t>relevant grooming products and services</w:t>
            </w:r>
          </w:p>
          <w:p w14:paraId="534668E8" w14:textId="77777777" w:rsidR="00F46F6D" w:rsidRPr="00F46F6D" w:rsidRDefault="00F46F6D" w:rsidP="007B60D1">
            <w:pPr>
              <w:pStyle w:val="SIBulletList1"/>
            </w:pPr>
            <w:r w:rsidRPr="006E2B9F">
              <w:t>use and maintenance of grooming equipment</w:t>
            </w:r>
          </w:p>
          <w:p w14:paraId="4F3364B2" w14:textId="77777777" w:rsidR="006D030F" w:rsidRPr="006E2B9F" w:rsidRDefault="006D030F" w:rsidP="007B60D1">
            <w:pPr>
              <w:pStyle w:val="SIBulletList1"/>
            </w:pPr>
            <w:r w:rsidRPr="006E2B9F">
              <w:t>safe animal handling and restraint techniques and procedures</w:t>
            </w:r>
          </w:p>
          <w:p w14:paraId="01AAE765" w14:textId="77777777" w:rsidR="006D030F" w:rsidRPr="006E2B9F" w:rsidRDefault="006D030F" w:rsidP="007B60D1">
            <w:pPr>
              <w:pStyle w:val="SIBulletList1"/>
            </w:pPr>
            <w:r w:rsidRPr="006E2B9F">
              <w:t>signs of abnormalities and health concerns in animals, including parasitic infections</w:t>
            </w:r>
          </w:p>
          <w:p w14:paraId="147BC24B" w14:textId="77777777" w:rsidR="006D030F" w:rsidRPr="006E2B9F" w:rsidRDefault="006D030F" w:rsidP="007B60D1">
            <w:pPr>
              <w:pStyle w:val="SIBulletList1"/>
            </w:pPr>
            <w:r w:rsidRPr="006E2B9F">
              <w:t>standards, guidelines and approaches to environmental sustainability relevant to the animal care industry</w:t>
            </w:r>
          </w:p>
          <w:p w14:paraId="6AD97E5A" w14:textId="77777777" w:rsidR="006D030F" w:rsidRPr="00DC0203" w:rsidRDefault="00F46F6D" w:rsidP="007B60D1">
            <w:pPr>
              <w:pStyle w:val="SIBulletList1"/>
            </w:pPr>
            <w:r>
              <w:t>industry</w:t>
            </w:r>
            <w:r w:rsidR="006D030F" w:rsidRPr="006E2B9F">
              <w:t xml:space="preserve"> hygiene standards</w:t>
            </w:r>
            <w:r w:rsidR="006E2B9F">
              <w:t>.</w:t>
            </w:r>
          </w:p>
        </w:tc>
      </w:tr>
    </w:tbl>
    <w:p w14:paraId="5ADDC4DA" w14:textId="77777777" w:rsidR="00F1480E" w:rsidRPr="00DC0203"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DC0203" w14:paraId="0CCBE18E" w14:textId="77777777" w:rsidTr="00CA2922">
        <w:trPr>
          <w:tblHeader/>
        </w:trPr>
        <w:tc>
          <w:tcPr>
            <w:tcW w:w="5000" w:type="pct"/>
            <w:shd w:val="clear" w:color="auto" w:fill="auto"/>
          </w:tcPr>
          <w:p w14:paraId="08D5CAA5" w14:textId="77777777" w:rsidR="00F1480E" w:rsidRPr="00DC0203" w:rsidRDefault="00D71E43" w:rsidP="00D71E43">
            <w:pPr>
              <w:pStyle w:val="SIHeading2"/>
              <w:rPr>
                <w:rFonts w:cs="Arial"/>
              </w:rPr>
            </w:pPr>
            <w:r w:rsidRPr="00DC0203">
              <w:rPr>
                <w:rFonts w:cs="Arial"/>
              </w:rPr>
              <w:t>Assessment Conditions</w:t>
            </w:r>
          </w:p>
        </w:tc>
      </w:tr>
      <w:tr w:rsidR="00F1480E" w:rsidRPr="00DC0203" w14:paraId="69390DB8" w14:textId="77777777" w:rsidTr="00CA2922">
        <w:tc>
          <w:tcPr>
            <w:tcW w:w="5000" w:type="pct"/>
            <w:shd w:val="clear" w:color="auto" w:fill="auto"/>
          </w:tcPr>
          <w:p w14:paraId="0498AE40" w14:textId="69AEC54E" w:rsidR="004A7706" w:rsidRDefault="004A7706" w:rsidP="004A7706">
            <w:pPr>
              <w:pStyle w:val="SIText"/>
              <w:rPr>
                <w:rFonts w:cs="Arial"/>
              </w:rPr>
            </w:pPr>
            <w:r w:rsidRPr="00DC0203">
              <w:rPr>
                <w:rFonts w:cs="Arial"/>
              </w:rPr>
              <w:t xml:space="preserve">Assessment of </w:t>
            </w:r>
            <w:r w:rsidR="00C04C6B">
              <w:rPr>
                <w:rFonts w:cs="Arial"/>
              </w:rPr>
              <w:t>skills</w:t>
            </w:r>
            <w:r w:rsidRPr="00DC0203">
              <w:rPr>
                <w:rFonts w:cs="Arial"/>
              </w:rPr>
              <w:t xml:space="preserve"> must take place under the following conditions: </w:t>
            </w:r>
          </w:p>
          <w:p w14:paraId="7061806C" w14:textId="77777777" w:rsidR="004E6741" w:rsidRPr="006E2B9F" w:rsidRDefault="001D7F5B" w:rsidP="007B60D1">
            <w:pPr>
              <w:pStyle w:val="SIBulletList1"/>
            </w:pPr>
            <w:r w:rsidRPr="006E2B9F">
              <w:t>p</w:t>
            </w:r>
            <w:r w:rsidR="004E6741" w:rsidRPr="006E2B9F">
              <w:t>hysical conditions</w:t>
            </w:r>
            <w:r w:rsidRPr="006E2B9F">
              <w:t>:</w:t>
            </w:r>
          </w:p>
          <w:p w14:paraId="6788B1C2" w14:textId="77777777" w:rsidR="00137B5D" w:rsidRPr="0027562D" w:rsidRDefault="002D2CAE" w:rsidP="0027562D">
            <w:pPr>
              <w:pStyle w:val="SIBulletList2"/>
            </w:pPr>
            <w:r w:rsidRPr="0027562D">
              <w:t xml:space="preserve">skills must be demonstrated in a workplace setting or an environment that accurately represents workplace conditions </w:t>
            </w:r>
          </w:p>
          <w:p w14:paraId="02184981" w14:textId="77777777" w:rsidR="00233143" w:rsidRPr="006E2B9F" w:rsidRDefault="00366805" w:rsidP="007B60D1">
            <w:pPr>
              <w:pStyle w:val="SIBulletList1"/>
            </w:pPr>
            <w:r w:rsidRPr="006E2B9F">
              <w:t xml:space="preserve">resources, </w:t>
            </w:r>
            <w:r w:rsidR="00F83D7C" w:rsidRPr="006E2B9F">
              <w:t>e</w:t>
            </w:r>
            <w:r w:rsidR="009A6E6C" w:rsidRPr="006E2B9F">
              <w:t>quipment</w:t>
            </w:r>
            <w:r w:rsidR="00F83D7C" w:rsidRPr="006E2B9F">
              <w:t xml:space="preserve"> and materials:</w:t>
            </w:r>
          </w:p>
          <w:p w14:paraId="78C88E29" w14:textId="77777777" w:rsidR="00366805" w:rsidRPr="00DC0203" w:rsidRDefault="006E2B9F" w:rsidP="0027562D">
            <w:pPr>
              <w:pStyle w:val="SIBulletList2"/>
            </w:pPr>
            <w:r>
              <w:t>live animals for grooming</w:t>
            </w:r>
          </w:p>
          <w:p w14:paraId="4102B2DB" w14:textId="77777777" w:rsidR="00233143" w:rsidRPr="006E2B9F" w:rsidRDefault="006E2B9F" w:rsidP="0027562D">
            <w:pPr>
              <w:pStyle w:val="SIBulletList2"/>
            </w:pPr>
            <w:r w:rsidRPr="00CE5D5B">
              <w:t>grooming products and grooming equipment for coat and nails</w:t>
            </w:r>
          </w:p>
          <w:p w14:paraId="1F9464FC" w14:textId="77777777" w:rsidR="006E2B9F" w:rsidRDefault="006E2B9F" w:rsidP="0027562D">
            <w:pPr>
              <w:pStyle w:val="SIBulletList2"/>
            </w:pPr>
            <w:r w:rsidRPr="00CE5D5B">
              <w:t>hygiene equipment</w:t>
            </w:r>
          </w:p>
          <w:p w14:paraId="1AF2E0D4" w14:textId="77777777" w:rsidR="00CE5D5B" w:rsidRPr="00DC0203" w:rsidRDefault="00CE5D5B" w:rsidP="0027562D">
            <w:pPr>
              <w:pStyle w:val="SIBulletList2"/>
            </w:pPr>
            <w:r>
              <w:t>systems for invoicing</w:t>
            </w:r>
            <w:r w:rsidR="0027562D">
              <w:t>.</w:t>
            </w:r>
          </w:p>
          <w:p w14:paraId="72A7F137" w14:textId="77777777" w:rsidR="0021210E" w:rsidRPr="00DC0203" w:rsidRDefault="0021210E" w:rsidP="007134FE">
            <w:pPr>
              <w:pStyle w:val="SIText"/>
              <w:rPr>
                <w:rFonts w:cs="Arial"/>
              </w:rPr>
            </w:pPr>
          </w:p>
          <w:p w14:paraId="2FDDC0C5" w14:textId="77777777" w:rsidR="00F1480E" w:rsidRPr="00DC0203" w:rsidRDefault="007134FE" w:rsidP="0027562D">
            <w:pPr>
              <w:pStyle w:val="SIText"/>
              <w:rPr>
                <w:rFonts w:eastAsia="Calibri"/>
              </w:rPr>
            </w:pPr>
            <w:r w:rsidRPr="00DC0203">
              <w:rPr>
                <w:rFonts w:cs="Arial"/>
              </w:rPr>
              <w:t>Assessors of this unit must satisfy the requirements for assessors in applicable vocational education and training legislati</w:t>
            </w:r>
            <w:r w:rsidR="00CE5D5B">
              <w:rPr>
                <w:rFonts w:cs="Arial"/>
              </w:rPr>
              <w:t xml:space="preserve">on, frameworks and/or standards. </w:t>
            </w:r>
          </w:p>
        </w:tc>
      </w:tr>
    </w:tbl>
    <w:p w14:paraId="4CD048F9" w14:textId="77777777" w:rsidR="00F1480E" w:rsidRPr="00DC0203"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DC0203" w14:paraId="48533F85" w14:textId="77777777" w:rsidTr="00CA2922">
        <w:tc>
          <w:tcPr>
            <w:tcW w:w="1323" w:type="pct"/>
            <w:shd w:val="clear" w:color="auto" w:fill="auto"/>
          </w:tcPr>
          <w:p w14:paraId="6D8C5F55" w14:textId="77777777" w:rsidR="00F1480E" w:rsidRPr="00DC0203" w:rsidRDefault="00D71E43" w:rsidP="00D71E43">
            <w:pPr>
              <w:pStyle w:val="SIHeading2"/>
              <w:rPr>
                <w:rFonts w:cs="Arial"/>
              </w:rPr>
            </w:pPr>
            <w:r w:rsidRPr="00DC0203">
              <w:rPr>
                <w:rFonts w:cs="Arial"/>
              </w:rPr>
              <w:t>Links</w:t>
            </w:r>
          </w:p>
        </w:tc>
        <w:tc>
          <w:tcPr>
            <w:tcW w:w="3677" w:type="pct"/>
            <w:shd w:val="clear" w:color="auto" w:fill="auto"/>
          </w:tcPr>
          <w:p w14:paraId="3D3228C7" w14:textId="497DDF01" w:rsidR="00F1480E" w:rsidRPr="00DC0203" w:rsidRDefault="00C04C6B"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D7B40">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3CB8BA5E" w14:textId="77777777" w:rsidR="00F1480E" w:rsidRPr="00DC0203" w:rsidRDefault="00F1480E" w:rsidP="00F1480E">
      <w:pPr>
        <w:pStyle w:val="SIText"/>
        <w:rPr>
          <w:rFonts w:cs="Arial"/>
        </w:rPr>
      </w:pPr>
    </w:p>
    <w:sectPr w:rsidR="00F1480E" w:rsidRPr="00DC0203"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EED39" w14:textId="77777777" w:rsidR="00301BF1" w:rsidRDefault="00301BF1" w:rsidP="00BF3F0A">
      <w:r>
        <w:separator/>
      </w:r>
    </w:p>
    <w:p w14:paraId="280F7289" w14:textId="77777777" w:rsidR="00301BF1" w:rsidRDefault="00301BF1"/>
  </w:endnote>
  <w:endnote w:type="continuationSeparator" w:id="0">
    <w:p w14:paraId="4EB3ADDE" w14:textId="77777777" w:rsidR="00301BF1" w:rsidRDefault="00301BF1" w:rsidP="00BF3F0A">
      <w:r>
        <w:continuationSeparator/>
      </w:r>
    </w:p>
    <w:p w14:paraId="5E2201AD" w14:textId="77777777" w:rsidR="00301BF1" w:rsidRDefault="00301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8DD89" w14:textId="77777777" w:rsidR="00B5703B" w:rsidRDefault="00B570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6020F3AB" w14:textId="55947DC7"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FC73AB">
          <w:rPr>
            <w:noProof/>
          </w:rPr>
          <w:t>1</w:t>
        </w:r>
        <w:r>
          <w:rPr>
            <w:noProof/>
          </w:rPr>
          <w:fldChar w:fldCharType="end"/>
        </w:r>
      </w:p>
    </w:sdtContent>
  </w:sdt>
  <w:p w14:paraId="6B30D84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B3C4B" w14:textId="77777777" w:rsidR="00B5703B" w:rsidRDefault="00B570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06C97" w14:textId="77777777" w:rsidR="00301BF1" w:rsidRDefault="00301BF1" w:rsidP="00BF3F0A">
      <w:r>
        <w:separator/>
      </w:r>
    </w:p>
    <w:p w14:paraId="7242A6BB" w14:textId="77777777" w:rsidR="00301BF1" w:rsidRDefault="00301BF1"/>
  </w:footnote>
  <w:footnote w:type="continuationSeparator" w:id="0">
    <w:p w14:paraId="554F4DFF" w14:textId="77777777" w:rsidR="00301BF1" w:rsidRDefault="00301BF1" w:rsidP="00BF3F0A">
      <w:r>
        <w:continuationSeparator/>
      </w:r>
    </w:p>
    <w:p w14:paraId="5E7001C2" w14:textId="77777777" w:rsidR="00301BF1" w:rsidRDefault="00301BF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D46BE" w14:textId="77777777" w:rsidR="00B5703B" w:rsidRDefault="00B570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53B2C" w14:textId="0E760967" w:rsidR="009C2650" w:rsidRPr="004A07AB" w:rsidRDefault="00FC73AB" w:rsidP="004A07AB">
    <w:pPr>
      <w:pStyle w:val="Header"/>
    </w:pPr>
    <w:sdt>
      <w:sdtPr>
        <w:id w:val="-1029261644"/>
        <w:docPartObj>
          <w:docPartGallery w:val="Watermarks"/>
          <w:docPartUnique/>
        </w:docPartObj>
      </w:sdtPr>
      <w:sdtEndPr/>
      <w:sdtContent>
        <w:r>
          <w:rPr>
            <w:noProof/>
          </w:rPr>
          <w:pict w14:anchorId="47441C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A07AB" w:rsidRPr="004A07AB">
      <w:t>ACMCAS306</w:t>
    </w:r>
    <w:r w:rsidR="007B60D1">
      <w:t xml:space="preserve"> </w:t>
    </w:r>
    <w:r w:rsidR="004A07AB" w:rsidRPr="004A07AB">
      <w:t>Provide grooming services for companion animal comfort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2C2A0" w14:textId="77777777" w:rsidR="00B5703B" w:rsidRDefault="00B570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76B0F4F"/>
    <w:multiLevelType w:val="hybridMultilevel"/>
    <w:tmpl w:val="3CDEA308"/>
    <w:lvl w:ilvl="0" w:tplc="F446CD8E">
      <w:start w:val="1"/>
      <w:numFmt w:val="bullet"/>
      <w:lvlText w:val="•"/>
      <w:lvlJc w:val="left"/>
      <w:pPr>
        <w:ind w:left="1083" w:hanging="360"/>
      </w:pPr>
      <w:rPr>
        <w:rFonts w:ascii="Arial" w:hAnsi="Arial" w:hint="default"/>
        <w:b w:val="0"/>
        <w:i w:val="0"/>
        <w:color w:val="auto"/>
        <w:sz w:val="22"/>
        <w:szCs w:val="18"/>
      </w:rPr>
    </w:lvl>
    <w:lvl w:ilvl="1" w:tplc="0010AEBC">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D39EE420"/>
    <w:lvl w:ilvl="0" w:tplc="5106A3D0">
      <w:start w:val="1"/>
      <w:numFmt w:val="bullet"/>
      <w:pStyle w:val="SIBulletList1"/>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7"/>
  </w:num>
  <w:num w:numId="17">
    <w:abstractNumId w:val="11"/>
  </w:num>
  <w:num w:numId="18">
    <w:abstractNumId w:val="11"/>
  </w:num>
  <w:num w:numId="19">
    <w:abstractNumId w:val="12"/>
  </w:num>
  <w:num w:numId="20">
    <w:abstractNumId w:val="12"/>
  </w:num>
  <w:num w:numId="21">
    <w:abstractNumId w:val="12"/>
  </w:num>
  <w:num w:numId="22">
    <w:abstractNumId w:val="12"/>
  </w:num>
  <w:num w:numId="23">
    <w:abstractNumId w:val="11"/>
  </w:num>
  <w:num w:numId="24">
    <w:abstractNumId w:val="11"/>
  </w:num>
  <w:num w:numId="25">
    <w:abstractNumId w:val="12"/>
  </w:num>
  <w:num w:numId="26">
    <w:abstractNumId w:val="11"/>
  </w:num>
  <w:num w:numId="27">
    <w:abstractNumId w:val="11"/>
  </w:num>
  <w:num w:numId="28">
    <w:abstractNumId w:val="11"/>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7AB"/>
    <w:rsid w:val="000014B9"/>
    <w:rsid w:val="00005A15"/>
    <w:rsid w:val="0001108F"/>
    <w:rsid w:val="000115E2"/>
    <w:rsid w:val="0001296A"/>
    <w:rsid w:val="00016803"/>
    <w:rsid w:val="00023992"/>
    <w:rsid w:val="00041E59"/>
    <w:rsid w:val="000500FC"/>
    <w:rsid w:val="00064BFE"/>
    <w:rsid w:val="00070B3E"/>
    <w:rsid w:val="00071F95"/>
    <w:rsid w:val="000737BB"/>
    <w:rsid w:val="00074E47"/>
    <w:rsid w:val="0009093B"/>
    <w:rsid w:val="000A5441"/>
    <w:rsid w:val="000E2C86"/>
    <w:rsid w:val="000F1764"/>
    <w:rsid w:val="000F29F2"/>
    <w:rsid w:val="00101659"/>
    <w:rsid w:val="001078BF"/>
    <w:rsid w:val="00133957"/>
    <w:rsid w:val="001372F6"/>
    <w:rsid w:val="00137B5D"/>
    <w:rsid w:val="00144385"/>
    <w:rsid w:val="00151D93"/>
    <w:rsid w:val="00156EF3"/>
    <w:rsid w:val="00176E4F"/>
    <w:rsid w:val="0018546B"/>
    <w:rsid w:val="00195A99"/>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1B25"/>
    <w:rsid w:val="00223124"/>
    <w:rsid w:val="00224E00"/>
    <w:rsid w:val="00233143"/>
    <w:rsid w:val="00234444"/>
    <w:rsid w:val="00242293"/>
    <w:rsid w:val="00244EA7"/>
    <w:rsid w:val="0025391C"/>
    <w:rsid w:val="00262FC3"/>
    <w:rsid w:val="002670CF"/>
    <w:rsid w:val="0027562D"/>
    <w:rsid w:val="00276DB8"/>
    <w:rsid w:val="00282664"/>
    <w:rsid w:val="00285FB8"/>
    <w:rsid w:val="002867E7"/>
    <w:rsid w:val="002A4CD3"/>
    <w:rsid w:val="002C28C8"/>
    <w:rsid w:val="002C55E9"/>
    <w:rsid w:val="002D0C8B"/>
    <w:rsid w:val="002D2CAE"/>
    <w:rsid w:val="002D330A"/>
    <w:rsid w:val="002D7CFF"/>
    <w:rsid w:val="002E193E"/>
    <w:rsid w:val="00301BF1"/>
    <w:rsid w:val="00310A6A"/>
    <w:rsid w:val="00337E82"/>
    <w:rsid w:val="00350BB1"/>
    <w:rsid w:val="00352C83"/>
    <w:rsid w:val="00366805"/>
    <w:rsid w:val="0037067D"/>
    <w:rsid w:val="0038735B"/>
    <w:rsid w:val="003916D1"/>
    <w:rsid w:val="003A21F0"/>
    <w:rsid w:val="003A58BA"/>
    <w:rsid w:val="003A5AE7"/>
    <w:rsid w:val="003A7221"/>
    <w:rsid w:val="003C13AE"/>
    <w:rsid w:val="003C24A8"/>
    <w:rsid w:val="003D2E73"/>
    <w:rsid w:val="003E265C"/>
    <w:rsid w:val="003E72B6"/>
    <w:rsid w:val="003E7BBE"/>
    <w:rsid w:val="004127E3"/>
    <w:rsid w:val="0043212E"/>
    <w:rsid w:val="00434366"/>
    <w:rsid w:val="00434ECE"/>
    <w:rsid w:val="00444423"/>
    <w:rsid w:val="00452F3E"/>
    <w:rsid w:val="004640AE"/>
    <w:rsid w:val="00475172"/>
    <w:rsid w:val="004758B0"/>
    <w:rsid w:val="004832D2"/>
    <w:rsid w:val="00485559"/>
    <w:rsid w:val="004A07AB"/>
    <w:rsid w:val="004A142B"/>
    <w:rsid w:val="004A44E8"/>
    <w:rsid w:val="004A7706"/>
    <w:rsid w:val="004B29B7"/>
    <w:rsid w:val="004C2244"/>
    <w:rsid w:val="004C79A1"/>
    <w:rsid w:val="004D0D5F"/>
    <w:rsid w:val="004D1569"/>
    <w:rsid w:val="004D44B1"/>
    <w:rsid w:val="004D79A5"/>
    <w:rsid w:val="004E0460"/>
    <w:rsid w:val="004E1579"/>
    <w:rsid w:val="004E5FAE"/>
    <w:rsid w:val="004E6741"/>
    <w:rsid w:val="004E7094"/>
    <w:rsid w:val="004F5DC7"/>
    <w:rsid w:val="004F78DA"/>
    <w:rsid w:val="005248C1"/>
    <w:rsid w:val="00526134"/>
    <w:rsid w:val="005405B2"/>
    <w:rsid w:val="005427C8"/>
    <w:rsid w:val="005446D1"/>
    <w:rsid w:val="005519F4"/>
    <w:rsid w:val="00556C4C"/>
    <w:rsid w:val="00557369"/>
    <w:rsid w:val="00564ADD"/>
    <w:rsid w:val="005708EB"/>
    <w:rsid w:val="00575BC6"/>
    <w:rsid w:val="005833B5"/>
    <w:rsid w:val="00583902"/>
    <w:rsid w:val="005865E0"/>
    <w:rsid w:val="00586AB3"/>
    <w:rsid w:val="005A3AA5"/>
    <w:rsid w:val="005A6C9C"/>
    <w:rsid w:val="005A74DC"/>
    <w:rsid w:val="005B3086"/>
    <w:rsid w:val="005B5146"/>
    <w:rsid w:val="005F027A"/>
    <w:rsid w:val="005F253F"/>
    <w:rsid w:val="005F33CC"/>
    <w:rsid w:val="006121D4"/>
    <w:rsid w:val="00613B49"/>
    <w:rsid w:val="00620E8E"/>
    <w:rsid w:val="00633CFE"/>
    <w:rsid w:val="00634FCA"/>
    <w:rsid w:val="00643D1B"/>
    <w:rsid w:val="00645047"/>
    <w:rsid w:val="006452B8"/>
    <w:rsid w:val="00652E62"/>
    <w:rsid w:val="00686A49"/>
    <w:rsid w:val="00687B62"/>
    <w:rsid w:val="00690C44"/>
    <w:rsid w:val="006969D9"/>
    <w:rsid w:val="006A2B68"/>
    <w:rsid w:val="006C2F32"/>
    <w:rsid w:val="006D030F"/>
    <w:rsid w:val="006D4448"/>
    <w:rsid w:val="006E2B9F"/>
    <w:rsid w:val="006E2C4D"/>
    <w:rsid w:val="00705EEC"/>
    <w:rsid w:val="00707741"/>
    <w:rsid w:val="007134FE"/>
    <w:rsid w:val="00722769"/>
    <w:rsid w:val="00727901"/>
    <w:rsid w:val="0073075B"/>
    <w:rsid w:val="007341FF"/>
    <w:rsid w:val="007404E9"/>
    <w:rsid w:val="007444CF"/>
    <w:rsid w:val="0076523B"/>
    <w:rsid w:val="00771B60"/>
    <w:rsid w:val="00781D77"/>
    <w:rsid w:val="00783549"/>
    <w:rsid w:val="007860B7"/>
    <w:rsid w:val="00786DC8"/>
    <w:rsid w:val="007B60D1"/>
    <w:rsid w:val="007D5A78"/>
    <w:rsid w:val="007E0457"/>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D0F66"/>
    <w:rsid w:val="008E260C"/>
    <w:rsid w:val="008E39BE"/>
    <w:rsid w:val="008E62EC"/>
    <w:rsid w:val="008F32F6"/>
    <w:rsid w:val="00916CD7"/>
    <w:rsid w:val="00920927"/>
    <w:rsid w:val="00921B38"/>
    <w:rsid w:val="00923720"/>
    <w:rsid w:val="00927246"/>
    <w:rsid w:val="009278C9"/>
    <w:rsid w:val="009527CB"/>
    <w:rsid w:val="00953835"/>
    <w:rsid w:val="00960F6C"/>
    <w:rsid w:val="00965475"/>
    <w:rsid w:val="00970747"/>
    <w:rsid w:val="009A5900"/>
    <w:rsid w:val="009A6E6C"/>
    <w:rsid w:val="009A6F3F"/>
    <w:rsid w:val="009B331A"/>
    <w:rsid w:val="009C2650"/>
    <w:rsid w:val="009D15E2"/>
    <w:rsid w:val="009D15FE"/>
    <w:rsid w:val="009D5D2C"/>
    <w:rsid w:val="009F0DCC"/>
    <w:rsid w:val="009F11CA"/>
    <w:rsid w:val="009F16DB"/>
    <w:rsid w:val="00A0695B"/>
    <w:rsid w:val="00A13052"/>
    <w:rsid w:val="00A216A8"/>
    <w:rsid w:val="00A223A6"/>
    <w:rsid w:val="00A5092E"/>
    <w:rsid w:val="00A56E14"/>
    <w:rsid w:val="00A6476B"/>
    <w:rsid w:val="00A65F62"/>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5703B"/>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4C6B"/>
    <w:rsid w:val="00C143C3"/>
    <w:rsid w:val="00C1739B"/>
    <w:rsid w:val="00C21ADE"/>
    <w:rsid w:val="00C26067"/>
    <w:rsid w:val="00C30A29"/>
    <w:rsid w:val="00C317DC"/>
    <w:rsid w:val="00C578E9"/>
    <w:rsid w:val="00C70626"/>
    <w:rsid w:val="00C72860"/>
    <w:rsid w:val="00C73B90"/>
    <w:rsid w:val="00C8568A"/>
    <w:rsid w:val="00C96AF3"/>
    <w:rsid w:val="00C97CCC"/>
    <w:rsid w:val="00CA0274"/>
    <w:rsid w:val="00CB746F"/>
    <w:rsid w:val="00CC451E"/>
    <w:rsid w:val="00CD4E9D"/>
    <w:rsid w:val="00CD4F4D"/>
    <w:rsid w:val="00CE5D5B"/>
    <w:rsid w:val="00CE7D19"/>
    <w:rsid w:val="00CF0CF5"/>
    <w:rsid w:val="00CF2B3E"/>
    <w:rsid w:val="00D0201F"/>
    <w:rsid w:val="00D03685"/>
    <w:rsid w:val="00D07D4E"/>
    <w:rsid w:val="00D115AA"/>
    <w:rsid w:val="00D145BE"/>
    <w:rsid w:val="00D20C57"/>
    <w:rsid w:val="00D23313"/>
    <w:rsid w:val="00D25D16"/>
    <w:rsid w:val="00D32124"/>
    <w:rsid w:val="00D54C76"/>
    <w:rsid w:val="00D71E43"/>
    <w:rsid w:val="00D727F3"/>
    <w:rsid w:val="00D73695"/>
    <w:rsid w:val="00D810DE"/>
    <w:rsid w:val="00D87D32"/>
    <w:rsid w:val="00D92C83"/>
    <w:rsid w:val="00DA0A81"/>
    <w:rsid w:val="00DA3C10"/>
    <w:rsid w:val="00DA53B5"/>
    <w:rsid w:val="00DC0203"/>
    <w:rsid w:val="00DC1D69"/>
    <w:rsid w:val="00DC5A3A"/>
    <w:rsid w:val="00E00B32"/>
    <w:rsid w:val="00E00FAF"/>
    <w:rsid w:val="00E01B30"/>
    <w:rsid w:val="00E238E6"/>
    <w:rsid w:val="00E35064"/>
    <w:rsid w:val="00E3681D"/>
    <w:rsid w:val="00E36BAD"/>
    <w:rsid w:val="00E501F0"/>
    <w:rsid w:val="00E84DEE"/>
    <w:rsid w:val="00E91BFF"/>
    <w:rsid w:val="00E92933"/>
    <w:rsid w:val="00E956F0"/>
    <w:rsid w:val="00EB0AA4"/>
    <w:rsid w:val="00EB5C88"/>
    <w:rsid w:val="00EC0469"/>
    <w:rsid w:val="00ED6DFB"/>
    <w:rsid w:val="00ED7B40"/>
    <w:rsid w:val="00EE5971"/>
    <w:rsid w:val="00EF01F8"/>
    <w:rsid w:val="00EF40EF"/>
    <w:rsid w:val="00F1480E"/>
    <w:rsid w:val="00F1497D"/>
    <w:rsid w:val="00F16AAC"/>
    <w:rsid w:val="00F2216F"/>
    <w:rsid w:val="00F438FC"/>
    <w:rsid w:val="00F46F6D"/>
    <w:rsid w:val="00F5616F"/>
    <w:rsid w:val="00F56827"/>
    <w:rsid w:val="00F65EF0"/>
    <w:rsid w:val="00F71651"/>
    <w:rsid w:val="00F76CC6"/>
    <w:rsid w:val="00F83D7C"/>
    <w:rsid w:val="00FA69C3"/>
    <w:rsid w:val="00FB232E"/>
    <w:rsid w:val="00FC73A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630DF2E"/>
  <w15:docId w15:val="{5E49ADA8-A6E8-4749-A93A-A991B5CAB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7B60D1"/>
    <w:pPr>
      <w:numPr>
        <w:numId w:val="12"/>
      </w:numPr>
      <w:tabs>
        <w:tab w:val="num" w:pos="360"/>
      </w:tabs>
      <w:spacing w:after="0" w:line="240" w:lineRule="auto"/>
      <w:ind w:left="357" w:hanging="357"/>
    </w:pPr>
    <w:rPr>
      <w:rFonts w:ascii="Arial" w:eastAsia="Calibri"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27562D"/>
    <w:pPr>
      <w:tabs>
        <w:tab w:val="clear" w:pos="360"/>
      </w:tabs>
      <w:ind w:left="731" w:hanging="360"/>
    </w:pPr>
  </w:style>
  <w:style w:type="paragraph" w:customStyle="1" w:styleId="SIBulletList3">
    <w:name w:val="SI Bullet List 3"/>
    <w:basedOn w:val="SIBulletList2"/>
    <w:rsid w:val="007341FF"/>
    <w:pPr>
      <w:tabs>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201734562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7541F-C371-452C-B875-B367C53FEC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dc830442-ffef-460d-aa56-305a1c6966cd"/>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04138B9-53F5-4D85-B674-37B7EDE6C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TotalTime>
  <Pages>3</Pages>
  <Words>1073</Words>
  <Characters>6120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ACMCAS306 Provide grooming services for companion animal comfort</vt:lpstr>
    </vt:vector>
  </TitlesOfParts>
  <Company>AgriFood Skills Australia</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ACMCAS306 Provide grooming services for companion animal comfort</dc:title>
  <dc:creator>eamon cole-flynn</dc:creator>
  <cp:lastModifiedBy>Wayne Jones</cp:lastModifiedBy>
  <cp:revision>10</cp:revision>
  <cp:lastPrinted>2016-05-27T05:21:00Z</cp:lastPrinted>
  <dcterms:created xsi:type="dcterms:W3CDTF">2017-07-13T04:54:00Z</dcterms:created>
  <dcterms:modified xsi:type="dcterms:W3CDTF">2017-08-11T06:22:00Z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